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Pr="00BF6DF2" w:rsidR="00267CC4" w:rsidTr="290B2A1D" w14:paraId="40C1C4E9" w14:textId="77777777">
        <w:trPr>
          <w:trHeight w:val="1905"/>
        </w:trPr>
        <w:tc>
          <w:tcPr>
            <w:tcW w:w="6350" w:type="dxa"/>
            <w:shd w:val="clear" w:color="auto" w:fill="auto"/>
            <w:tcMar/>
          </w:tcPr>
          <w:p w:rsidRPr="00BF6DF2" w:rsidR="00D40650" w:rsidP="290B2A1D" w:rsidRDefault="00386C03" w14:paraId="3FF88A37" w14:textId="77777777">
            <w:pPr>
              <w:pStyle w:val="TableContents"/>
              <w:rPr>
                <w:b w:val="1"/>
                <w:bCs w:val="1"/>
              </w:rPr>
            </w:pPr>
            <w:r w:rsidRPr="00BF6DF2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5267C87C" wp14:editId="728321E6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Square wrapText="bothSides"/>
                  <wp:docPr id="1" name="Picture 0" descr="riigihangete v-kom_vapp_est_black.jpg" titl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22" w:type="dxa"/>
            <w:shd w:val="clear" w:color="auto" w:fill="auto"/>
            <w:tcMar/>
          </w:tcPr>
          <w:p w:rsidRPr="00BF6DF2" w:rsidR="00BC1A62" w:rsidP="00943834" w:rsidRDefault="00BC1A62" w14:paraId="3CDB3660" w14:textId="77777777">
            <w:pPr>
              <w:pStyle w:val="AK"/>
              <w:rPr>
                <w:sz w:val="24"/>
                <w:szCs w:val="24"/>
              </w:rPr>
            </w:pPr>
          </w:p>
        </w:tc>
      </w:tr>
    </w:tbl>
    <w:p w:rsidRPr="00AD0010" w:rsidR="000250B1" w:rsidP="0E1E4DBB" w:rsidRDefault="00845CA1" w14:paraId="737F65F5" w14:textId="5601EB89">
      <w:pPr>
        <w:tabs>
          <w:tab w:val="left" w:pos="4253"/>
        </w:tabs>
        <w:spacing w:line="240" w:lineRule="auto"/>
        <w:ind w:right="-172"/>
        <w:rPr>
          <w:rFonts w:ascii="Times New Roman" w:hAnsi="Times New Roman" w:eastAsia="Times New Roman" w:cs="Times New Roman"/>
          <w:noProof/>
        </w:rPr>
      </w:pPr>
      <w:r w:rsidR="747E3345">
        <w:rPr/>
        <w:t>L</w:t>
      </w:r>
      <w:r w:rsidRPr="0E1E4DBB" w:rsidR="747E3345">
        <w:rPr>
          <w:rFonts w:ascii="Times New Roman" w:hAnsi="Times New Roman" w:eastAsia="Times New Roman" w:cs="Times New Roman"/>
        </w:rPr>
        <w:t>p v</w:t>
      </w:r>
      <w:r w:rsidRPr="0E1E4DBB" w:rsidR="00845CA1">
        <w:rPr>
          <w:rFonts w:ascii="Times New Roman" w:hAnsi="Times New Roman" w:eastAsia="Times New Roman" w:cs="Times New Roman"/>
        </w:rPr>
        <w:t xml:space="preserve">andeadvokaat </w:t>
      </w:r>
      <w:r w:rsidRPr="0E1E4DBB" w:rsidR="00C63C1F">
        <w:rPr>
          <w:rFonts w:ascii="Times New Roman" w:hAnsi="Times New Roman" w:eastAsia="Times New Roman" w:cs="Times New Roman"/>
        </w:rPr>
        <w:t>Jaanus Tehver</w:t>
      </w:r>
      <w:r>
        <w:tab/>
      </w:r>
      <w:r>
        <w:tab/>
      </w:r>
      <w:r>
        <w:tab/>
      </w:r>
      <w:r w:rsidRPr="0E1E4DBB" w:rsidR="007A0B7E">
        <w:rPr>
          <w:rFonts w:ascii="Times New Roman" w:hAnsi="Times New Roman" w:eastAsia="Times New Roman" w:cs="Times New Roman"/>
          <w:noProof/>
        </w:rPr>
        <w:t xml:space="preserve">    </w:t>
      </w:r>
      <w:r w:rsidRPr="0E1E4DBB" w:rsidR="009B5C42">
        <w:rPr>
          <w:rFonts w:ascii="Times New Roman" w:hAnsi="Times New Roman" w:eastAsia="Times New Roman" w:cs="Times New Roman"/>
          <w:noProof/>
        </w:rPr>
        <w:t>Meie</w:t>
      </w:r>
      <w:r w:rsidRPr="0E1E4DBB" w:rsidR="008E5D90">
        <w:rPr>
          <w:rFonts w:ascii="Times New Roman" w:hAnsi="Times New Roman" w:eastAsia="Times New Roman" w:cs="Times New Roman"/>
          <w:noProof/>
        </w:rPr>
        <w:t>:</w:t>
      </w:r>
      <w:r w:rsidRPr="0E1E4DBB" w:rsidR="009B5C42">
        <w:rPr>
          <w:rFonts w:ascii="Times New Roman" w:hAnsi="Times New Roman" w:eastAsia="Times New Roman" w:cs="Times New Roman"/>
          <w:noProof/>
        </w:rPr>
        <w:t xml:space="preserve"> </w:t>
      </w:r>
      <w:r w:rsidRPr="0E1E4DBB" w:rsidR="00F72CCA">
        <w:rPr>
          <w:rFonts w:ascii="Times New Roman" w:hAnsi="Times New Roman" w:eastAsia="Times New Roman" w:cs="Times New Roman"/>
          <w:noProof/>
        </w:rPr>
        <w:t>2</w:t>
      </w:r>
      <w:r w:rsidRPr="0E1E4DBB" w:rsidR="50FC3CF5">
        <w:rPr>
          <w:rFonts w:ascii="Times New Roman" w:hAnsi="Times New Roman" w:eastAsia="Times New Roman" w:cs="Times New Roman"/>
          <w:noProof/>
        </w:rPr>
        <w:t>5</w:t>
      </w:r>
      <w:r w:rsidRPr="0E1E4DBB" w:rsidR="004F4466">
        <w:rPr>
          <w:rFonts w:ascii="Times New Roman" w:hAnsi="Times New Roman" w:eastAsia="Times New Roman" w:cs="Times New Roman"/>
          <w:noProof/>
        </w:rPr>
        <w:t>.</w:t>
      </w:r>
      <w:r w:rsidRPr="0E1E4DBB" w:rsidR="00EC741E">
        <w:rPr>
          <w:rFonts w:ascii="Times New Roman" w:hAnsi="Times New Roman" w:eastAsia="Times New Roman" w:cs="Times New Roman"/>
          <w:noProof/>
        </w:rPr>
        <w:t>0</w:t>
      </w:r>
      <w:r w:rsidRPr="0E1E4DBB" w:rsidR="00254915">
        <w:rPr>
          <w:rFonts w:ascii="Times New Roman" w:hAnsi="Times New Roman" w:eastAsia="Times New Roman" w:cs="Times New Roman"/>
          <w:noProof/>
        </w:rPr>
        <w:t>4</w:t>
      </w:r>
      <w:r w:rsidRPr="0E1E4DBB" w:rsidR="009B5C42">
        <w:rPr>
          <w:rFonts w:ascii="Times New Roman" w:hAnsi="Times New Roman" w:eastAsia="Times New Roman" w:cs="Times New Roman"/>
          <w:noProof/>
        </w:rPr>
        <w:t>.202</w:t>
      </w:r>
      <w:r w:rsidRPr="0E1E4DBB" w:rsidR="000A7CDE">
        <w:rPr>
          <w:rFonts w:ascii="Times New Roman" w:hAnsi="Times New Roman" w:eastAsia="Times New Roman" w:cs="Times New Roman"/>
          <w:noProof/>
        </w:rPr>
        <w:t>5</w:t>
      </w:r>
      <w:r w:rsidRPr="0E1E4DBB" w:rsidR="009B5C42">
        <w:rPr>
          <w:rFonts w:ascii="Times New Roman" w:hAnsi="Times New Roman" w:eastAsia="Times New Roman" w:cs="Times New Roman"/>
          <w:noProof/>
        </w:rPr>
        <w:t xml:space="preserve"> nr 12.2-10/</w:t>
      </w:r>
      <w:r w:rsidRPr="0E1E4DBB" w:rsidR="00DA1048">
        <w:rPr>
          <w:rFonts w:ascii="Times New Roman" w:hAnsi="Times New Roman" w:eastAsia="Times New Roman" w:cs="Times New Roman"/>
          <w:noProof/>
        </w:rPr>
        <w:t>103</w:t>
      </w:r>
    </w:p>
    <w:p w:rsidRPr="00AD0010" w:rsidR="004F4466" w:rsidP="0E1E4DBB" w:rsidRDefault="00DA1048" w14:paraId="3C5547BC" w14:textId="4F700548">
      <w:pPr>
        <w:spacing w:line="240" w:lineRule="auto"/>
        <w:ind w:right="-172"/>
        <w:rPr>
          <w:rFonts w:ascii="Times New Roman" w:hAnsi="Times New Roman" w:eastAsia="Times New Roman" w:cs="Times New Roman"/>
          <w:noProof/>
        </w:rPr>
      </w:pPr>
      <w:r w:rsidRPr="0E1E4DBB" w:rsidR="00DA1048">
        <w:rPr>
          <w:rFonts w:ascii="Times New Roman" w:hAnsi="Times New Roman" w:eastAsia="Times New Roman" w:cs="Times New Roman"/>
        </w:rPr>
        <w:t xml:space="preserve">Mosaic OÜ </w:t>
      </w:r>
      <w:r w:rsidRPr="0E1E4DBB" w:rsidR="008E5D90">
        <w:rPr>
          <w:rFonts w:ascii="Times New Roman" w:hAnsi="Times New Roman" w:eastAsia="Times New Roman" w:cs="Times New Roman"/>
          <w:noProof/>
        </w:rPr>
        <w:t>esindaja</w:t>
      </w:r>
    </w:p>
    <w:p w:rsidR="00424E21" w:rsidP="0E1E4DBB" w:rsidRDefault="006839DA" w14:paraId="1CCB7CB4" w14:textId="6C467EC9">
      <w:pPr>
        <w:rPr>
          <w:rFonts w:ascii="Times New Roman" w:hAnsi="Times New Roman" w:eastAsia="Times New Roman" w:cs="Times New Roman"/>
        </w:rPr>
      </w:pPr>
      <w:r w:rsidRPr="0E1E4DBB" w:rsidR="006839DA">
        <w:rPr>
          <w:rFonts w:ascii="Times New Roman" w:hAnsi="Times New Roman" w:eastAsia="Times New Roman" w:cs="Times New Roman"/>
          <w:noProof/>
        </w:rPr>
        <w:t>e-post:</w:t>
      </w:r>
      <w:r w:rsidRPr="0E1E4DBB" w:rsidR="00B77659">
        <w:rPr>
          <w:rFonts w:ascii="Times New Roman" w:hAnsi="Times New Roman" w:eastAsia="Times New Roman" w:cs="Times New Roman"/>
          <w:noProof/>
        </w:rPr>
        <w:t xml:space="preserve"> </w:t>
      </w:r>
      <w:hyperlink r:id="Ref3c7548a83e4290">
        <w:r w:rsidRPr="0E1E4DBB" w:rsidR="00F72CCA">
          <w:rPr>
            <w:rStyle w:val="Hyperlink"/>
            <w:rFonts w:ascii="Times New Roman" w:hAnsi="Times New Roman" w:eastAsia="Times New Roman" w:cs="Times New Roman"/>
          </w:rPr>
          <w:t>jaanus@tehver.ee</w:t>
        </w:r>
      </w:hyperlink>
    </w:p>
    <w:p w:rsidRPr="00AD0010" w:rsidR="00F72CCA" w:rsidP="0E1E4DBB" w:rsidRDefault="00F72CCA" w14:paraId="69D30C4F" w14:textId="77777777">
      <w:pPr>
        <w:rPr>
          <w:rFonts w:ascii="Times New Roman" w:hAnsi="Times New Roman" w:eastAsia="Times New Roman" w:cs="Times New Roman"/>
          <w:noProof/>
        </w:rPr>
      </w:pPr>
    </w:p>
    <w:p w:rsidRPr="007D1672" w:rsidR="00453E63" w:rsidP="0E1E4DBB" w:rsidRDefault="00C1208D" w14:paraId="5A7AEE46" w14:textId="11D99E15">
      <w:pPr>
        <w:rPr>
          <w:rFonts w:ascii="Times New Roman" w:hAnsi="Times New Roman" w:eastAsia="Times New Roman" w:cs="Times New Roman"/>
          <w:noProof/>
          <w:sz w:val="24"/>
          <w:szCs w:val="24"/>
          <w:lang w:val="et-EE"/>
        </w:rPr>
      </w:pPr>
      <w:r w:rsidRPr="0E1E4DBB" w:rsidR="00C1208D">
        <w:rPr>
          <w:rFonts w:ascii="Times New Roman" w:hAnsi="Times New Roman" w:eastAsia="Times New Roman" w:cs="Times New Roman"/>
          <w:noProof/>
        </w:rPr>
        <w:t xml:space="preserve">Lp </w:t>
      </w:r>
      <w:r w:rsidRPr="0E1E4DBB" w:rsidR="031FB187">
        <w:rPr>
          <w:rFonts w:ascii="Times New Roman" w:hAnsi="Times New Roman" w:eastAsia="Times New Roman" w:cs="Times New Roman"/>
          <w:noProof/>
          <w:sz w:val="24"/>
          <w:szCs w:val="24"/>
          <w:lang w:val="et-EE"/>
        </w:rPr>
        <w:t>Fredy Bogomolov</w:t>
      </w:r>
    </w:p>
    <w:p w:rsidRPr="007D1672" w:rsidR="00430C90" w:rsidP="0E1E4DBB" w:rsidRDefault="00150770" w14:paraId="6B000EE4" w14:textId="4A8D9957">
      <w:pPr>
        <w:pStyle w:val="Default"/>
        <w:rPr>
          <w:rFonts w:ascii="Times New Roman" w:hAnsi="Times New Roman" w:eastAsia="Times New Roman" w:cs="Times New Roman"/>
          <w:color w:val="auto"/>
        </w:rPr>
      </w:pPr>
      <w:r w:rsidRPr="0E1E4DBB" w:rsidR="00150770">
        <w:rPr>
          <w:rFonts w:ascii="Times New Roman" w:hAnsi="Times New Roman" w:eastAsia="Times New Roman" w:cs="Times New Roman"/>
        </w:rPr>
        <w:t>Riigi Info- ja Kommunikatsioonitehnoloogia Keskus</w:t>
      </w:r>
      <w:r w:rsidRPr="0E1E4DBB" w:rsidR="00150770">
        <w:rPr>
          <w:rFonts w:ascii="Times New Roman" w:hAnsi="Times New Roman" w:eastAsia="Times New Roman" w:cs="Times New Roman"/>
        </w:rPr>
        <w:t xml:space="preserve">e </w:t>
      </w:r>
      <w:r w:rsidRPr="0E1E4DBB" w:rsidR="00DE36B6">
        <w:rPr>
          <w:rFonts w:ascii="Times New Roman" w:hAnsi="Times New Roman" w:eastAsia="Times New Roman" w:cs="Times New Roman"/>
          <w:color w:val="000000" w:themeColor="text1" w:themeTint="FF" w:themeShade="FF"/>
        </w:rPr>
        <w:t>esindaja</w:t>
      </w:r>
    </w:p>
    <w:p w:rsidRPr="00BF6DF2" w:rsidR="00402A1C" w:rsidP="0E1E4DBB" w:rsidRDefault="00402A1C" w14:paraId="730E01AB" w14:textId="156F505B">
      <w:pPr>
        <w:pStyle w:val="Default"/>
        <w:ind/>
        <w:rPr>
          <w:rFonts w:ascii="Times New Roman" w:hAnsi="Times New Roman" w:eastAsia="Times New Roman" w:cs="Times New Roman"/>
          <w:noProof w:val="0"/>
          <w:color w:val="365F91" w:themeColor="accent1" w:themeTint="FF" w:themeShade="BF"/>
          <w:sz w:val="24"/>
          <w:szCs w:val="24"/>
          <w:lang w:val="et-EE"/>
        </w:rPr>
      </w:pPr>
      <w:r w:rsidRPr="0E1E4DBB" w:rsidR="00430C90">
        <w:rPr>
          <w:rFonts w:ascii="Times New Roman" w:hAnsi="Times New Roman" w:eastAsia="Times New Roman" w:cs="Times New Roman"/>
          <w:color w:val="auto"/>
        </w:rPr>
        <w:t>e-post</w:t>
      </w:r>
      <w:r w:rsidRPr="0E1E4DBB" w:rsidR="00430C90">
        <w:rPr>
          <w:rFonts w:ascii="Times New Roman" w:hAnsi="Times New Roman" w:eastAsia="Times New Roman" w:cs="Times New Roman"/>
          <w:color w:val="1F497D" w:themeColor="text2" w:themeTint="FF" w:themeShade="FF"/>
        </w:rPr>
        <w:t>:</w:t>
      </w:r>
      <w:r w:rsidRPr="0E1E4DBB" w:rsidR="00430C90">
        <w:rPr>
          <w:rFonts w:ascii="Times New Roman" w:hAnsi="Times New Roman" w:eastAsia="Times New Roman" w:cs="Times New Roman"/>
          <w:color w:val="1F497D" w:themeColor="text2" w:themeTint="FF" w:themeShade="FF"/>
        </w:rPr>
        <w:t xml:space="preserve"> </w:t>
      </w:r>
      <w:r w:rsidRPr="0E1E4DBB" w:rsidR="20770AD7">
        <w:rPr>
          <w:rFonts w:ascii="Times New Roman" w:hAnsi="Times New Roman" w:eastAsia="Times New Roman" w:cs="Times New Roman"/>
          <w:noProof w:val="0"/>
          <w:color w:val="1F497D" w:themeColor="text2" w:themeTint="FF" w:themeShade="FF"/>
          <w:sz w:val="24"/>
          <w:szCs w:val="24"/>
          <w:u w:val="single"/>
          <w:lang w:val="et-EE"/>
        </w:rPr>
        <w:t>fredy.bogomolov@rit.ee</w:t>
      </w:r>
      <w:r w:rsidRPr="0E1E4DBB" w:rsidR="20770AD7">
        <w:rPr>
          <w:rFonts w:ascii="Times New Roman" w:hAnsi="Times New Roman" w:eastAsia="Times New Roman" w:cs="Times New Roman"/>
          <w:noProof w:val="0"/>
          <w:color w:val="1F497D" w:themeColor="text2" w:themeTint="FF" w:themeShade="FF"/>
          <w:sz w:val="24"/>
          <w:szCs w:val="24"/>
          <w:lang w:val="et-EE"/>
        </w:rPr>
        <w:t xml:space="preserve">  </w:t>
      </w:r>
    </w:p>
    <w:p w:rsidR="0E1E4DBB" w:rsidP="0E1E4DBB" w:rsidRDefault="0E1E4DBB" w14:paraId="29D58E70" w14:textId="54CBAF2D">
      <w:pPr>
        <w:pStyle w:val="NoSpacing"/>
        <w:ind w:right="-172"/>
        <w:rPr>
          <w:rFonts w:cs="Times New Roman"/>
          <w:b w:val="1"/>
          <w:bCs w:val="1"/>
          <w:color w:val="365F91" w:themeColor="accent1" w:themeTint="FF" w:themeShade="BF"/>
        </w:rPr>
      </w:pPr>
    </w:p>
    <w:p w:rsidR="0E1E4DBB" w:rsidP="0E1E4DBB" w:rsidRDefault="0E1E4DBB" w14:paraId="506BDD9D" w14:textId="6A53320E">
      <w:pPr>
        <w:pStyle w:val="NoSpacing"/>
        <w:ind w:right="-172"/>
        <w:rPr>
          <w:rFonts w:cs="Times New Roman"/>
          <w:b w:val="1"/>
          <w:bCs w:val="1"/>
        </w:rPr>
      </w:pPr>
    </w:p>
    <w:p w:rsidRPr="00BF6DF2" w:rsidR="00A90E78" w:rsidP="00D07CF4" w:rsidRDefault="00A67277" w14:paraId="63BA0A93" w14:textId="305876BE">
      <w:pPr>
        <w:pStyle w:val="NoSpacing"/>
        <w:ind w:right="-172"/>
        <w:rPr>
          <w:rFonts w:cs="Times New Roman"/>
          <w:b/>
          <w:szCs w:val="24"/>
        </w:rPr>
      </w:pPr>
      <w:r w:rsidRPr="00BF6DF2">
        <w:rPr>
          <w:rFonts w:cs="Times New Roman"/>
          <w:b/>
          <w:szCs w:val="24"/>
        </w:rPr>
        <w:t>Kirjaliku menetluse teade</w:t>
      </w:r>
    </w:p>
    <w:p w:rsidRPr="00A17FB0" w:rsidR="00D07CF4" w:rsidP="00D07CF4" w:rsidRDefault="00D07CF4" w14:paraId="6DC78ECB" w14:textId="77777777">
      <w:pPr>
        <w:pStyle w:val="NoSpacing"/>
        <w:ind w:right="-172"/>
        <w:rPr>
          <w:rFonts w:cs="Times New Roman"/>
          <w:szCs w:val="24"/>
        </w:rPr>
      </w:pPr>
    </w:p>
    <w:p w:rsidRPr="00A17FB0" w:rsidR="00A67277" w:rsidP="00D07CF4" w:rsidRDefault="00A67277" w14:paraId="5B451B07" w14:textId="470DA66D">
      <w:pPr>
        <w:pStyle w:val="NoSpacing"/>
        <w:ind w:right="-172"/>
        <w:rPr>
          <w:rFonts w:cs="Times New Roman"/>
          <w:szCs w:val="24"/>
          <w:u w:val="single"/>
        </w:rPr>
      </w:pPr>
      <w:r w:rsidRPr="00A17FB0">
        <w:rPr>
          <w:rFonts w:cs="Times New Roman"/>
          <w:szCs w:val="24"/>
        </w:rPr>
        <w:t xml:space="preserve">Teatame, et </w:t>
      </w:r>
      <w:r w:rsidRPr="00A17FB0" w:rsidR="00B33F3A">
        <w:rPr>
          <w:rFonts w:cs="Times New Roman"/>
          <w:szCs w:val="24"/>
        </w:rPr>
        <w:t xml:space="preserve">Riigihangete </w:t>
      </w:r>
      <w:r w:rsidRPr="00A17FB0">
        <w:rPr>
          <w:rFonts w:cs="Times New Roman"/>
          <w:szCs w:val="24"/>
        </w:rPr>
        <w:t xml:space="preserve">vaidlustuskomisjon vaatab riigihangete seaduse (edaspidi RHS) § 195 lg 2 ja § 196 lg 1 alusel </w:t>
      </w:r>
      <w:r w:rsidRPr="00150770" w:rsidR="00150770">
        <w:t>Riigi Info- ja Kommunikatsioonitehnoloogia Keskus</w:t>
      </w:r>
      <w:r w:rsidR="002D144A">
        <w:t xml:space="preserve">e </w:t>
      </w:r>
      <w:r w:rsidRPr="00012DAC" w:rsidR="00012DAC">
        <w:t>riigihankes „</w:t>
      </w:r>
      <w:r w:rsidRPr="004C3C6F" w:rsidR="004C3C6F">
        <w:t xml:space="preserve">Serverite, võrguseadmete ja kettamassiivide raamhange“ (viitenumber 289654) </w:t>
      </w:r>
      <w:r w:rsidRPr="00DA1048" w:rsidR="00DA1048">
        <w:t xml:space="preserve">Mosaic OÜ </w:t>
      </w:r>
      <w:r w:rsidRPr="00430C90">
        <w:rPr>
          <w:rFonts w:cs="Times New Roman"/>
          <w:szCs w:val="24"/>
        </w:rPr>
        <w:t xml:space="preserve">esitatud vaidlustuse läbi </w:t>
      </w:r>
      <w:r w:rsidRPr="00A17FB0">
        <w:rPr>
          <w:rFonts w:cs="Times New Roman"/>
          <w:szCs w:val="24"/>
        </w:rPr>
        <w:t xml:space="preserve">kirjalikus </w:t>
      </w:r>
      <w:r w:rsidRPr="00C91878">
        <w:rPr>
          <w:rFonts w:cs="Times New Roman"/>
          <w:szCs w:val="24"/>
        </w:rPr>
        <w:t>menetluses (</w:t>
      </w:r>
      <w:r w:rsidRPr="00C91878" w:rsidR="00306FFF">
        <w:rPr>
          <w:rFonts w:cs="Times New Roman"/>
          <w:szCs w:val="24"/>
        </w:rPr>
        <w:t>hankija</w:t>
      </w:r>
      <w:r w:rsidR="002052F0">
        <w:rPr>
          <w:rFonts w:cs="Times New Roman"/>
          <w:szCs w:val="24"/>
        </w:rPr>
        <w:t xml:space="preserve"> </w:t>
      </w:r>
      <w:r w:rsidRPr="00C91878" w:rsidR="00381D5F">
        <w:rPr>
          <w:rFonts w:cs="Times New Roman"/>
          <w:szCs w:val="24"/>
        </w:rPr>
        <w:t>v</w:t>
      </w:r>
      <w:r w:rsidRPr="00C91878" w:rsidR="00676483">
        <w:rPr>
          <w:rFonts w:cs="Times New Roman"/>
          <w:szCs w:val="24"/>
        </w:rPr>
        <w:t>astus</w:t>
      </w:r>
      <w:r w:rsidR="00896730">
        <w:rPr>
          <w:rFonts w:cs="Times New Roman"/>
          <w:szCs w:val="24"/>
        </w:rPr>
        <w:t xml:space="preserve"> </w:t>
      </w:r>
      <w:r w:rsidRPr="00A17FB0" w:rsidR="00676483">
        <w:rPr>
          <w:rFonts w:cs="Times New Roman"/>
          <w:szCs w:val="24"/>
        </w:rPr>
        <w:t>lisatud</w:t>
      </w:r>
      <w:r w:rsidRPr="00A17FB0" w:rsidR="00933920">
        <w:rPr>
          <w:rFonts w:cs="Times New Roman"/>
          <w:szCs w:val="24"/>
        </w:rPr>
        <w:t>).</w:t>
      </w:r>
    </w:p>
    <w:p w:rsidRPr="00A17FB0" w:rsidR="006F1FD3" w:rsidP="00D07CF4" w:rsidRDefault="006F1FD3" w14:paraId="61A69592" w14:textId="77777777">
      <w:pPr>
        <w:pStyle w:val="NoSpacing"/>
        <w:ind w:right="-172"/>
        <w:rPr>
          <w:rFonts w:cs="Times New Roman"/>
          <w:szCs w:val="24"/>
        </w:rPr>
      </w:pPr>
    </w:p>
    <w:p w:rsidRPr="00A17FB0" w:rsidR="00A67277" w:rsidP="00D07CF4" w:rsidRDefault="00A67277" w14:paraId="52F8DCB6" w14:textId="58852085">
      <w:pPr>
        <w:pStyle w:val="NoSpacing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 xml:space="preserve">Vaidlustust vaatab läbi vaidlustuskomisjoni liige </w:t>
      </w:r>
      <w:r w:rsidRPr="00A17FB0" w:rsidR="006839DA">
        <w:rPr>
          <w:rFonts w:cs="Times New Roman"/>
          <w:szCs w:val="24"/>
        </w:rPr>
        <w:t>Ulvi Reimets</w:t>
      </w:r>
      <w:r w:rsidRPr="00A17FB0">
        <w:rPr>
          <w:rFonts w:cs="Times New Roman"/>
          <w:szCs w:val="24"/>
        </w:rPr>
        <w:t>.</w:t>
      </w:r>
    </w:p>
    <w:p w:rsidRPr="00A17FB0" w:rsidR="00A67277" w:rsidP="00D07CF4" w:rsidRDefault="00A67277" w14:paraId="30381A1E" w14:textId="77777777">
      <w:pPr>
        <w:pStyle w:val="NoSpacing"/>
        <w:ind w:right="-172"/>
        <w:rPr>
          <w:rFonts w:cs="Times New Roman"/>
          <w:szCs w:val="24"/>
        </w:rPr>
      </w:pPr>
    </w:p>
    <w:p w:rsidRPr="00A17FB0" w:rsidR="00A67277" w:rsidP="0E1E4DBB" w:rsidRDefault="00A67277" w14:paraId="734ECF3B" w14:textId="07AAD42D">
      <w:pPr>
        <w:pStyle w:val="NoSpacing"/>
        <w:ind w:right="-172"/>
        <w:rPr>
          <w:rFonts w:cs="Times New Roman"/>
        </w:rPr>
      </w:pPr>
      <w:r w:rsidRPr="0E1E4DBB" w:rsidR="00A67277">
        <w:rPr>
          <w:rFonts w:cs="Times New Roman"/>
        </w:rPr>
        <w:t>RHS § 196 l</w:t>
      </w:r>
      <w:r w:rsidRPr="0E1E4DBB" w:rsidR="00927B01">
        <w:rPr>
          <w:rFonts w:cs="Times New Roman"/>
        </w:rPr>
        <w:t>g</w:t>
      </w:r>
      <w:r w:rsidRPr="0E1E4DBB" w:rsidR="00A67277">
        <w:rPr>
          <w:rFonts w:cs="Times New Roman"/>
        </w:rPr>
        <w:t xml:space="preserve"> 3 alusel teatab vaidlustuskomisjon, et otsuse avalikult teatavaks tegemise aeg on </w:t>
      </w:r>
      <w:r w:rsidRPr="0E1E4DBB" w:rsidR="00163D1E">
        <w:rPr>
          <w:rFonts w:cs="Times New Roman"/>
          <w:b w:val="1"/>
          <w:bCs w:val="1"/>
          <w:u w:val="single"/>
        </w:rPr>
        <w:t>1</w:t>
      </w:r>
      <w:r w:rsidRPr="0E1E4DBB" w:rsidR="1734F68B">
        <w:rPr>
          <w:rFonts w:cs="Times New Roman"/>
          <w:b w:val="1"/>
          <w:bCs w:val="1"/>
          <w:u w:val="single"/>
        </w:rPr>
        <w:t>5</w:t>
      </w:r>
      <w:r w:rsidRPr="0E1E4DBB" w:rsidR="009C2831">
        <w:rPr>
          <w:rFonts w:cs="Times New Roman"/>
          <w:b w:val="1"/>
          <w:bCs w:val="1"/>
          <w:u w:val="single"/>
        </w:rPr>
        <w:t>.</w:t>
      </w:r>
      <w:r w:rsidRPr="0E1E4DBB" w:rsidR="00EC741E">
        <w:rPr>
          <w:rFonts w:cs="Times New Roman"/>
          <w:b w:val="1"/>
          <w:bCs w:val="1"/>
          <w:u w:val="single"/>
        </w:rPr>
        <w:t>0</w:t>
      </w:r>
      <w:r w:rsidRPr="0E1E4DBB" w:rsidR="00541005">
        <w:rPr>
          <w:rFonts w:cs="Times New Roman"/>
          <w:b w:val="1"/>
          <w:bCs w:val="1"/>
          <w:u w:val="single"/>
        </w:rPr>
        <w:t>5</w:t>
      </w:r>
      <w:r w:rsidRPr="0E1E4DBB" w:rsidR="001C17A0">
        <w:rPr>
          <w:rFonts w:cs="Times New Roman"/>
          <w:b w:val="1"/>
          <w:bCs w:val="1"/>
          <w:u w:val="single"/>
        </w:rPr>
        <w:t>.</w:t>
      </w:r>
      <w:r w:rsidRPr="0E1E4DBB" w:rsidR="003C2712">
        <w:rPr>
          <w:rFonts w:cs="Times New Roman"/>
          <w:b w:val="1"/>
          <w:bCs w:val="1"/>
          <w:u w:val="single"/>
        </w:rPr>
        <w:t>202</w:t>
      </w:r>
      <w:r w:rsidRPr="0E1E4DBB" w:rsidR="00417C5D">
        <w:rPr>
          <w:rFonts w:cs="Times New Roman"/>
          <w:b w:val="1"/>
          <w:bCs w:val="1"/>
          <w:u w:val="single"/>
        </w:rPr>
        <w:t>5</w:t>
      </w:r>
      <w:r w:rsidRPr="0E1E4DBB" w:rsidR="00A67277">
        <w:rPr>
          <w:rFonts w:cs="Times New Roman"/>
          <w:b w:val="1"/>
          <w:bCs w:val="1"/>
          <w:u w:val="single"/>
        </w:rPr>
        <w:t>.</w:t>
      </w:r>
      <w:r w:rsidRPr="0E1E4DBB" w:rsidR="00A67277">
        <w:rPr>
          <w:rFonts w:cs="Times New Roman"/>
        </w:rPr>
        <w:t xml:space="preserve"> </w:t>
      </w:r>
      <w:r w:rsidRPr="0E1E4DBB" w:rsidR="00A67277">
        <w:rPr>
          <w:rFonts w:cs="Times New Roman"/>
        </w:rPr>
        <w:t>Otsus edastatakse menetlusosaliste e-posti aadressidele.</w:t>
      </w:r>
    </w:p>
    <w:p w:rsidRPr="00A17FB0" w:rsidR="00A67277" w:rsidP="00D07CF4" w:rsidRDefault="00A67277" w14:paraId="3170FE93" w14:textId="7A042737">
      <w:pPr>
        <w:pStyle w:val="NoSpacing"/>
        <w:ind w:right="-172"/>
        <w:rPr>
          <w:rFonts w:cs="Times New Roman"/>
          <w:szCs w:val="24"/>
        </w:rPr>
      </w:pPr>
    </w:p>
    <w:p w:rsidRPr="009926F8" w:rsidR="008C374E" w:rsidP="0E1E4DBB" w:rsidRDefault="008C374E" w14:paraId="0C615C86" w14:textId="1D47A621">
      <w:pPr>
        <w:pStyle w:val="NoSpacing"/>
        <w:ind w:right="-172"/>
        <w:rPr>
          <w:rFonts w:cs="Times New Roman"/>
          <w:color w:val="000000" w:themeColor="text1"/>
        </w:rPr>
      </w:pPr>
      <w:r w:rsidRPr="0E1E4DBB" w:rsidR="008C374E">
        <w:rPr>
          <w:rFonts w:cs="Times New Roman"/>
          <w:color w:val="000000" w:themeColor="text1" w:themeTint="FF" w:themeShade="FF"/>
        </w:rPr>
        <w:t xml:space="preserve">Lähtudes RHS § 196 </w:t>
      </w:r>
      <w:r w:rsidRPr="0E1E4DBB" w:rsidR="008C374E">
        <w:rPr>
          <w:rFonts w:cs="Times New Roman"/>
          <w:color w:val="000000" w:themeColor="text1" w:themeTint="FF" w:themeShade="FF"/>
        </w:rPr>
        <w:t>lg-st</w:t>
      </w:r>
      <w:r w:rsidRPr="0E1E4DBB" w:rsidR="008C374E">
        <w:rPr>
          <w:rFonts w:cs="Times New Roman"/>
          <w:color w:val="000000" w:themeColor="text1" w:themeTint="FF" w:themeShade="FF"/>
        </w:rPr>
        <w:t xml:space="preserve"> 3 on menetlusosalistel võimalik esitada vaidlustuskomisjonile täiendavaid selgitusi ja dokumente, sh menetluskulude taotlusi, kuni</w:t>
      </w:r>
      <w:r w:rsidRPr="0E1E4DBB" w:rsidR="008C374E">
        <w:rPr>
          <w:rFonts w:cs="Times New Roman"/>
          <w:b w:val="1"/>
          <w:bCs w:val="1"/>
          <w:color w:val="000000" w:themeColor="text1" w:themeTint="FF" w:themeShade="FF"/>
          <w:u w:val="single"/>
        </w:rPr>
        <w:t xml:space="preserve"> </w:t>
      </w:r>
      <w:r w:rsidRPr="0E1E4DBB" w:rsidR="7EB4EFB0">
        <w:rPr>
          <w:rFonts w:cs="Times New Roman"/>
          <w:b w:val="1"/>
          <w:bCs w:val="1"/>
          <w:color w:val="000000" w:themeColor="text1" w:themeTint="FF" w:themeShade="FF"/>
          <w:u w:val="single"/>
        </w:rPr>
        <w:t>30.</w:t>
      </w:r>
      <w:r w:rsidRPr="0E1E4DBB" w:rsidR="00EC741E">
        <w:rPr>
          <w:rFonts w:cs="Times New Roman"/>
          <w:b w:val="1"/>
          <w:bCs w:val="1"/>
          <w:color w:val="000000" w:themeColor="text1" w:themeTint="FF" w:themeShade="FF"/>
          <w:u w:val="single"/>
        </w:rPr>
        <w:t>0</w:t>
      </w:r>
      <w:r w:rsidRPr="0E1E4DBB" w:rsidR="00350FA3">
        <w:rPr>
          <w:rFonts w:cs="Times New Roman"/>
          <w:b w:val="1"/>
          <w:bCs w:val="1"/>
          <w:color w:val="000000" w:themeColor="text1" w:themeTint="FF" w:themeShade="FF"/>
          <w:u w:val="single"/>
        </w:rPr>
        <w:t>4</w:t>
      </w:r>
      <w:r w:rsidRPr="0E1E4DBB" w:rsidR="008C4DCC">
        <w:rPr>
          <w:rFonts w:cs="Times New Roman"/>
          <w:b w:val="1"/>
          <w:bCs w:val="1"/>
          <w:color w:val="000000" w:themeColor="text1" w:themeTint="FF" w:themeShade="FF"/>
          <w:u w:val="single"/>
        </w:rPr>
        <w:t>.202</w:t>
      </w:r>
      <w:r w:rsidRPr="0E1E4DBB" w:rsidR="00031F11">
        <w:rPr>
          <w:rFonts w:cs="Times New Roman"/>
          <w:b w:val="1"/>
          <w:bCs w:val="1"/>
          <w:color w:val="000000" w:themeColor="text1" w:themeTint="FF" w:themeShade="FF"/>
          <w:u w:val="single"/>
        </w:rPr>
        <w:t>5</w:t>
      </w:r>
      <w:r w:rsidRPr="0E1E4DBB" w:rsidR="008C374E">
        <w:rPr>
          <w:rFonts w:cs="Times New Roman"/>
          <w:color w:val="000000" w:themeColor="text1" w:themeTint="FF" w:themeShade="FF"/>
        </w:rPr>
        <w:t>. Selleks tähtajaks laekunud selgitustele on teis</w:t>
      </w:r>
      <w:r w:rsidRPr="0E1E4DBB" w:rsidR="00453E63">
        <w:rPr>
          <w:rFonts w:cs="Times New Roman"/>
          <w:color w:val="000000" w:themeColor="text1" w:themeTint="FF" w:themeShade="FF"/>
        </w:rPr>
        <w:t>t</w:t>
      </w:r>
      <w:r w:rsidRPr="0E1E4DBB" w:rsidR="008C374E">
        <w:rPr>
          <w:rFonts w:cs="Times New Roman"/>
          <w:color w:val="000000" w:themeColor="text1" w:themeTint="FF" w:themeShade="FF"/>
        </w:rPr>
        <w:t>el menetlusosalis</w:t>
      </w:r>
      <w:r w:rsidRPr="0E1E4DBB" w:rsidR="00453E63">
        <w:rPr>
          <w:rFonts w:cs="Times New Roman"/>
          <w:color w:val="000000" w:themeColor="text1" w:themeTint="FF" w:themeShade="FF"/>
        </w:rPr>
        <w:t>t</w:t>
      </w:r>
      <w:r w:rsidRPr="0E1E4DBB" w:rsidR="008C374E">
        <w:rPr>
          <w:rFonts w:cs="Times New Roman"/>
          <w:color w:val="000000" w:themeColor="text1" w:themeTint="FF" w:themeShade="FF"/>
        </w:rPr>
        <w:t xml:space="preserve">el võimalik vastata ja esitatud dokumentide ning taotluste kohta seisukohti esitada kuni </w:t>
      </w:r>
      <w:r w:rsidRPr="0E1E4DBB" w:rsidR="00394018">
        <w:rPr>
          <w:rFonts w:cs="Times New Roman"/>
          <w:b w:val="1"/>
          <w:bCs w:val="1"/>
          <w:color w:val="000000" w:themeColor="text1" w:themeTint="FF" w:themeShade="FF"/>
          <w:u w:val="single"/>
        </w:rPr>
        <w:t>0</w:t>
      </w:r>
      <w:r w:rsidRPr="0E1E4DBB" w:rsidR="46AA4513">
        <w:rPr>
          <w:rFonts w:cs="Times New Roman"/>
          <w:b w:val="1"/>
          <w:bCs w:val="1"/>
          <w:color w:val="000000" w:themeColor="text1" w:themeTint="FF" w:themeShade="FF"/>
          <w:u w:val="single"/>
        </w:rPr>
        <w:t>6</w:t>
      </w:r>
      <w:r w:rsidRPr="0E1E4DBB" w:rsidR="007A0B7E">
        <w:rPr>
          <w:rFonts w:cs="Times New Roman"/>
          <w:b w:val="1"/>
          <w:bCs w:val="1"/>
          <w:color w:val="000000" w:themeColor="text1" w:themeTint="FF" w:themeShade="FF"/>
          <w:u w:val="single"/>
        </w:rPr>
        <w:t>.</w:t>
      </w:r>
      <w:r w:rsidRPr="0E1E4DBB" w:rsidR="00EC741E">
        <w:rPr>
          <w:rFonts w:cs="Times New Roman"/>
          <w:b w:val="1"/>
          <w:bCs w:val="1"/>
          <w:color w:val="000000" w:themeColor="text1" w:themeTint="FF" w:themeShade="FF"/>
          <w:u w:val="single"/>
        </w:rPr>
        <w:t>0</w:t>
      </w:r>
      <w:r w:rsidRPr="0E1E4DBB" w:rsidR="00394018">
        <w:rPr>
          <w:rFonts w:cs="Times New Roman"/>
          <w:b w:val="1"/>
          <w:bCs w:val="1"/>
          <w:color w:val="000000" w:themeColor="text1" w:themeTint="FF" w:themeShade="FF"/>
          <w:u w:val="single"/>
        </w:rPr>
        <w:t>5</w:t>
      </w:r>
      <w:r w:rsidRPr="0E1E4DBB" w:rsidR="008C4DCC">
        <w:rPr>
          <w:rFonts w:cs="Times New Roman"/>
          <w:b w:val="1"/>
          <w:bCs w:val="1"/>
          <w:color w:val="000000" w:themeColor="text1" w:themeTint="FF" w:themeShade="FF"/>
          <w:u w:val="single"/>
        </w:rPr>
        <w:t>.202</w:t>
      </w:r>
      <w:r w:rsidRPr="0E1E4DBB" w:rsidR="00031F11">
        <w:rPr>
          <w:rFonts w:cs="Times New Roman"/>
          <w:b w:val="1"/>
          <w:bCs w:val="1"/>
          <w:color w:val="000000" w:themeColor="text1" w:themeTint="FF" w:themeShade="FF"/>
          <w:u w:val="single"/>
        </w:rPr>
        <w:t>5</w:t>
      </w:r>
      <w:r w:rsidRPr="0E1E4DBB" w:rsidR="008C374E">
        <w:rPr>
          <w:rFonts w:cs="Times New Roman"/>
          <w:color w:val="000000" w:themeColor="text1" w:themeTint="FF" w:themeShade="FF"/>
        </w:rPr>
        <w:t xml:space="preserve">. </w:t>
      </w:r>
    </w:p>
    <w:p w:rsidR="0E1E4DBB" w:rsidP="0E1E4DBB" w:rsidRDefault="0E1E4DBB" w14:paraId="360D258C" w14:textId="5767B0B2">
      <w:pPr>
        <w:pStyle w:val="NoSpacing"/>
        <w:ind w:right="-172"/>
        <w:rPr>
          <w:rFonts w:cs="Times New Roman"/>
          <w:color w:val="000000" w:themeColor="text1" w:themeTint="FF" w:themeShade="FF"/>
        </w:rPr>
      </w:pPr>
    </w:p>
    <w:p w:rsidRPr="00A562BF" w:rsidR="00063ADA" w:rsidP="0E1E4DBB" w:rsidRDefault="00063ADA" w14:paraId="52AE95D1" w14:textId="61A4B4B5">
      <w:pPr>
        <w:pStyle w:val="NoSpacing"/>
        <w:ind w:right="-172"/>
        <w:rPr>
          <w:rFonts w:cs="Times New Roman"/>
        </w:rPr>
      </w:pPr>
      <w:r w:rsidRPr="0E1E4DBB" w:rsidR="00063ADA">
        <w:rPr>
          <w:rFonts w:cs="Times New Roman"/>
          <w:b w:val="1"/>
          <w:bCs w:val="1"/>
          <w:u w:val="single"/>
        </w:rPr>
        <w:t>Palume kõik menetlusdokumendid saata samaaegselt ka teis</w:t>
      </w:r>
      <w:r w:rsidRPr="0E1E4DBB" w:rsidR="00063ADA">
        <w:rPr>
          <w:rFonts w:cs="Times New Roman"/>
          <w:b w:val="1"/>
          <w:bCs w:val="1"/>
          <w:u w:val="single"/>
        </w:rPr>
        <w:t>ele menetlusosalis</w:t>
      </w:r>
      <w:r w:rsidRPr="0E1E4DBB" w:rsidR="00063ADA">
        <w:rPr>
          <w:rFonts w:cs="Times New Roman"/>
          <w:b w:val="1"/>
          <w:bCs w:val="1"/>
          <w:u w:val="single"/>
        </w:rPr>
        <w:t>ele</w:t>
      </w:r>
      <w:r w:rsidRPr="0E1E4DBB" w:rsidR="00A562BF">
        <w:rPr>
          <w:rFonts w:cs="Times New Roman"/>
          <w:b w:val="1"/>
          <w:bCs w:val="1"/>
          <w:u w:val="single"/>
        </w:rPr>
        <w:t xml:space="preserve"> </w:t>
      </w:r>
      <w:r w:rsidRPr="0E1E4DBB" w:rsidR="00A562BF">
        <w:rPr>
          <w:rFonts w:cs="Times New Roman"/>
        </w:rPr>
        <w:t>(e-posti aadressid on käesolevas kirjas olemas)</w:t>
      </w:r>
      <w:r w:rsidRPr="0E1E4DBB" w:rsidR="00063ADA">
        <w:rPr>
          <w:rFonts w:cs="Times New Roman"/>
        </w:rPr>
        <w:t>.</w:t>
      </w:r>
    </w:p>
    <w:p w:rsidRPr="00A17FB0" w:rsidR="008F27CE" w:rsidP="6C5F9A4C" w:rsidRDefault="008F27CE" w14:paraId="434ABE1D" w14:textId="77777777">
      <w:pPr>
        <w:pStyle w:val="NoSpacing"/>
        <w:rPr>
          <w:rFonts w:cs="Times New Roman"/>
        </w:rPr>
      </w:pPr>
    </w:p>
    <w:p w:rsidR="6C5F9A4C" w:rsidP="6C5F9A4C" w:rsidRDefault="6C5F9A4C" w14:paraId="0DFB439A" w14:textId="49C3F28F">
      <w:pPr>
        <w:pStyle w:val="NoSpacing"/>
        <w:rPr>
          <w:rFonts w:cs="Times New Roman"/>
        </w:rPr>
      </w:pPr>
    </w:p>
    <w:p w:rsidRPr="00A17FB0" w:rsidR="00A67277" w:rsidP="00D07CF4" w:rsidRDefault="00A67277" w14:paraId="6BF02F1B" w14:textId="77777777">
      <w:pPr>
        <w:pStyle w:val="NoSpacing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>Lugupidamisega</w:t>
      </w:r>
    </w:p>
    <w:p w:rsidRPr="00A17FB0" w:rsidR="00A67277" w:rsidP="00D07CF4" w:rsidRDefault="00A67277" w14:paraId="1A79D169" w14:textId="77777777">
      <w:pPr>
        <w:pStyle w:val="NoSpacing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>(allkirjastatud digitaalselt)</w:t>
      </w:r>
    </w:p>
    <w:p w:rsidRPr="00A17FB0" w:rsidR="00A67277" w:rsidP="00D07CF4" w:rsidRDefault="005B1EED" w14:paraId="4E636144" w14:textId="4668726A">
      <w:pPr>
        <w:pStyle w:val="NoSpacing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>Ulvi Reimets</w:t>
      </w:r>
    </w:p>
    <w:p w:rsidRPr="00A17FB0" w:rsidR="006F1FD3" w:rsidP="00D07CF4" w:rsidRDefault="00A67277" w14:paraId="02D211C2" w14:textId="2749689A">
      <w:pPr>
        <w:pStyle w:val="NoSpacing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>Riigihangete vaidlustuskomisjoni liige</w:t>
      </w:r>
    </w:p>
    <w:p w:rsidR="00C45B7C" w:rsidP="00D07CF4" w:rsidRDefault="00C45B7C" w14:paraId="3D1CD489" w14:textId="77777777">
      <w:pPr>
        <w:pStyle w:val="NoSpacing"/>
        <w:ind w:right="-172"/>
        <w:rPr>
          <w:rFonts w:cs="Times New Roman"/>
          <w:szCs w:val="24"/>
        </w:rPr>
      </w:pPr>
    </w:p>
    <w:p w:rsidR="0E1E4DBB" w:rsidP="0E1E4DBB" w:rsidRDefault="0E1E4DBB" w14:paraId="2A36A5DD" w14:textId="0E7E1772">
      <w:pPr>
        <w:pStyle w:val="NoSpacing"/>
        <w:ind w:right="-172"/>
        <w:rPr>
          <w:rFonts w:cs="Times New Roman"/>
        </w:rPr>
      </w:pPr>
    </w:p>
    <w:p w:rsidR="0E1E4DBB" w:rsidP="0E1E4DBB" w:rsidRDefault="0E1E4DBB" w14:paraId="0E9E8820" w14:textId="7B7DF513">
      <w:pPr>
        <w:pStyle w:val="NoSpacing"/>
        <w:ind w:right="-172"/>
        <w:rPr>
          <w:rFonts w:cs="Times New Roman"/>
        </w:rPr>
      </w:pPr>
    </w:p>
    <w:p w:rsidR="0E1E4DBB" w:rsidP="0E1E4DBB" w:rsidRDefault="0E1E4DBB" w14:paraId="6A4EC148" w14:textId="32C90B3F">
      <w:pPr>
        <w:pStyle w:val="NoSpacing"/>
        <w:ind w:right="-172"/>
        <w:rPr>
          <w:rFonts w:cs="Times New Roman"/>
        </w:rPr>
      </w:pPr>
    </w:p>
    <w:p w:rsidR="0E1E4DBB" w:rsidP="0E1E4DBB" w:rsidRDefault="0E1E4DBB" w14:paraId="3DF11842" w14:textId="02AAA1AF">
      <w:pPr>
        <w:pStyle w:val="NoSpacing"/>
        <w:ind w:right="-172"/>
        <w:rPr>
          <w:rFonts w:cs="Times New Roman"/>
        </w:rPr>
      </w:pPr>
    </w:p>
    <w:p w:rsidR="00A67277" w:rsidP="00D07CF4" w:rsidRDefault="00306FFF" w14:paraId="4333AC67" w14:textId="708991D1">
      <w:pPr>
        <w:pStyle w:val="NoSpacing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 xml:space="preserve">Lisa: </w:t>
      </w:r>
      <w:r w:rsidRPr="00C91878" w:rsidR="00676483">
        <w:rPr>
          <w:rFonts w:cs="Times New Roman"/>
          <w:szCs w:val="24"/>
        </w:rPr>
        <w:t>hankija</w:t>
      </w:r>
      <w:r w:rsidR="00DA351A">
        <w:rPr>
          <w:rFonts w:cs="Times New Roman"/>
          <w:szCs w:val="24"/>
        </w:rPr>
        <w:t xml:space="preserve"> </w:t>
      </w:r>
      <w:r w:rsidRPr="00C91878" w:rsidR="00676483">
        <w:rPr>
          <w:rFonts w:cs="Times New Roman"/>
          <w:szCs w:val="24"/>
        </w:rPr>
        <w:t>vastus</w:t>
      </w:r>
    </w:p>
    <w:p w:rsidR="00031F11" w:rsidP="00D07CF4" w:rsidRDefault="00031F11" w14:paraId="39ABC656" w14:textId="77777777">
      <w:pPr>
        <w:pStyle w:val="NoSpacing"/>
        <w:ind w:right="-172"/>
        <w:rPr>
          <w:rFonts w:cs="Times New Roman"/>
          <w:szCs w:val="24"/>
        </w:rPr>
      </w:pPr>
    </w:p>
    <w:p w:rsidR="00031F11" w:rsidP="00D07CF4" w:rsidRDefault="00031F11" w14:paraId="16988C6B" w14:textId="77777777">
      <w:pPr>
        <w:pStyle w:val="NoSpacing"/>
        <w:ind w:right="-172"/>
        <w:rPr>
          <w:rFonts w:cs="Times New Roman"/>
          <w:szCs w:val="24"/>
        </w:rPr>
      </w:pPr>
    </w:p>
    <w:p w:rsidR="00AD0010" w:rsidP="00AD3F39" w:rsidRDefault="00AD0010" w14:paraId="0AC1CE46" w14:textId="77777777">
      <w:pPr>
        <w:pStyle w:val="NoSpacing"/>
        <w:rPr>
          <w:rFonts w:cs="Times New Roman"/>
          <w:szCs w:val="24"/>
        </w:rPr>
      </w:pPr>
    </w:p>
    <w:p w:rsidR="0E1E4DBB" w:rsidP="0E1E4DBB" w:rsidRDefault="0E1E4DBB" w14:paraId="70060F14" w14:textId="1B90206C">
      <w:pPr>
        <w:pStyle w:val="NoSpacing"/>
        <w:rPr>
          <w:rFonts w:cs="Times New Roman"/>
        </w:rPr>
      </w:pPr>
    </w:p>
    <w:p w:rsidRPr="00AD3F39" w:rsidR="00C36233" w:rsidP="00AD3F39" w:rsidRDefault="00C36233" w14:paraId="2EDC9B91" w14:textId="4812FEF6">
      <w:pPr>
        <w:pStyle w:val="NoSpacing"/>
        <w:rPr>
          <w:rFonts w:cs="Times New Roman"/>
          <w:szCs w:val="24"/>
          <w:u w:val="single"/>
        </w:rPr>
      </w:pPr>
      <w:r>
        <w:rPr>
          <w:rFonts w:cs="Times New Roman"/>
          <w:szCs w:val="24"/>
        </w:rPr>
        <w:t xml:space="preserve">Mari-Ann Sinimaa, 611 3713, </w:t>
      </w:r>
      <w:hyperlink w:history="1" r:id="rId15">
        <w:r w:rsidRPr="002D7ED8">
          <w:rPr>
            <w:rStyle w:val="Hyperlink"/>
            <w:szCs w:val="24"/>
          </w:rPr>
          <w:t>mari-ann.sinimaa@fin.ee</w:t>
        </w:r>
      </w:hyperlink>
    </w:p>
    <w:sectPr w:rsidRPr="00AD3F39" w:rsidR="00C36233" w:rsidSect="00CE2D96">
      <w:footerReference w:type="default" r:id="rId16"/>
      <w:footerReference w:type="first" r:id="rId17"/>
      <w:pgSz w:w="11906" w:h="16838" w:orient="portrait" w:code="9"/>
      <w:pgMar w:top="907" w:right="1021" w:bottom="1418" w:left="1418" w:header="896" w:footer="64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04C0F" w:rsidP="00DF44DF" w:rsidRDefault="00504C0F" w14:paraId="054F0FE2" w14:textId="77777777">
      <w:r>
        <w:separator/>
      </w:r>
    </w:p>
  </w:endnote>
  <w:endnote w:type="continuationSeparator" w:id="0">
    <w:p w:rsidR="00504C0F" w:rsidP="00DF44DF" w:rsidRDefault="00504C0F" w14:paraId="1E045B9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AD2EA7" w:rsidR="00F11CD5" w:rsidP="007056E1" w:rsidRDefault="00A502CA" w14:paraId="6F44CA36" w14:textId="75B791AB">
    <w:pPr>
      <w:pStyle w:val="Jalus1"/>
    </w:pPr>
    <w:r>
      <w:fldChar w:fldCharType="begin"/>
    </w:r>
    <w:r w:rsidR="00517A7A">
      <w:instrText xml:space="preserve"> PAGE </w:instrText>
    </w:r>
    <w:r>
      <w:fldChar w:fldCharType="separate"/>
    </w:r>
    <w:r w:rsidR="008F27CE">
      <w:rPr>
        <w:noProof/>
      </w:rPr>
      <w:t>2</w:t>
    </w:r>
    <w:r>
      <w:rPr>
        <w:noProof/>
      </w:rPr>
      <w:fldChar w:fldCharType="end"/>
    </w:r>
    <w:r w:rsidRPr="00AD2EA7" w:rsidR="00F11CD5">
      <w:t xml:space="preserve"> (</w:t>
    </w:r>
    <w:r>
      <w:fldChar w:fldCharType="begin"/>
    </w:r>
    <w:r w:rsidR="00785538">
      <w:instrText xml:space="preserve"> NUMPAGES </w:instrText>
    </w:r>
    <w:r>
      <w:fldChar w:fldCharType="separate"/>
    </w:r>
    <w:r w:rsidR="008F27CE">
      <w:rPr>
        <w:noProof/>
      </w:rPr>
      <w:t>2</w:t>
    </w:r>
    <w:r>
      <w:rPr>
        <w:noProof/>
      </w:rPr>
      <w:fldChar w:fldCharType="end"/>
    </w:r>
    <w:r w:rsidRPr="00AD2EA7" w:rsidR="00F11CD5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0A17B5" w:rsidR="00F11CD5" w:rsidP="000A17B5" w:rsidRDefault="008236BE" w14:paraId="6F41C096" w14:textId="4782FB0C">
    <w:pPr>
      <w:pStyle w:val="Jalus1"/>
    </w:pPr>
    <w:r>
      <w:t>Tartu mnt</w:t>
    </w:r>
    <w:r w:rsidRPr="000A17B5" w:rsidR="00F11CD5">
      <w:t xml:space="preserve"> </w:t>
    </w:r>
    <w:r w:rsidR="00A26B96">
      <w:t xml:space="preserve">85 </w:t>
    </w:r>
    <w:r w:rsidRPr="000A17B5" w:rsidR="00F11CD5">
      <w:t xml:space="preserve">/ </w:t>
    </w:r>
    <w:r w:rsidR="00F11CD5">
      <w:t>101</w:t>
    </w:r>
    <w:r>
      <w:t>15</w:t>
    </w:r>
    <w:r w:rsidRPr="000A17B5" w:rsidR="00F11CD5">
      <w:t xml:space="preserve"> Tallinn</w:t>
    </w:r>
    <w:r w:rsidR="00F11CD5">
      <w:t xml:space="preserve"> / 611 371</w:t>
    </w:r>
    <w:r>
      <w:t>3</w:t>
    </w:r>
    <w:r w:rsidRPr="000A17B5" w:rsidR="00F11CD5">
      <w:t xml:space="preserve"> / </w:t>
    </w:r>
    <w:r w:rsidR="00F11CD5">
      <w:t>vako</w:t>
    </w:r>
    <w:r w:rsidRPr="000A17B5" w:rsidR="00F11CD5">
      <w:t>@</w:t>
    </w:r>
    <w:r w:rsidR="00F11CD5">
      <w:t xml:space="preserve">fin.ee </w:t>
    </w:r>
  </w:p>
  <w:p w:rsidR="00F11CD5" w:rsidP="000A17B5" w:rsidRDefault="00F11CD5" w14:paraId="488625F0" w14:textId="77777777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04C0F" w:rsidP="00DF44DF" w:rsidRDefault="00504C0F" w14:paraId="51E65226" w14:textId="77777777">
      <w:r>
        <w:separator/>
      </w:r>
    </w:p>
  </w:footnote>
  <w:footnote w:type="continuationSeparator" w:id="0">
    <w:p w:rsidR="00504C0F" w:rsidP="00DF44DF" w:rsidRDefault="00504C0F" w14:paraId="3A8DADF7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728DA"/>
    <w:multiLevelType w:val="multilevel"/>
    <w:tmpl w:val="AA2CEF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color w:val="000000" w:themeColor="text1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 w:cs="Times New Roman" w:eastAsiaTheme="minorHAnsi"/>
        <w:b/>
        <w:bCs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 w:themeColor="text1"/>
      </w:rPr>
    </w:lvl>
  </w:abstractNum>
  <w:num w:numId="1" w16cid:durableId="1352489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isplayBackgroundShape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49C8"/>
    <w:rsid w:val="00012DAC"/>
    <w:rsid w:val="00021563"/>
    <w:rsid w:val="0002336D"/>
    <w:rsid w:val="0002385B"/>
    <w:rsid w:val="000250B1"/>
    <w:rsid w:val="00030CD3"/>
    <w:rsid w:val="00031F11"/>
    <w:rsid w:val="00035ACB"/>
    <w:rsid w:val="00040EDF"/>
    <w:rsid w:val="00046164"/>
    <w:rsid w:val="0004706D"/>
    <w:rsid w:val="00060947"/>
    <w:rsid w:val="00063ADA"/>
    <w:rsid w:val="00063E6F"/>
    <w:rsid w:val="0006506D"/>
    <w:rsid w:val="00067E60"/>
    <w:rsid w:val="00073A0E"/>
    <w:rsid w:val="00074D90"/>
    <w:rsid w:val="00077D4F"/>
    <w:rsid w:val="00081FA1"/>
    <w:rsid w:val="000855F1"/>
    <w:rsid w:val="000856F6"/>
    <w:rsid w:val="000913FC"/>
    <w:rsid w:val="000A0256"/>
    <w:rsid w:val="000A17B5"/>
    <w:rsid w:val="000A1AD1"/>
    <w:rsid w:val="000A7CDE"/>
    <w:rsid w:val="000B047A"/>
    <w:rsid w:val="000B3FCB"/>
    <w:rsid w:val="000D3169"/>
    <w:rsid w:val="000D4DD8"/>
    <w:rsid w:val="000E12BF"/>
    <w:rsid w:val="000E2447"/>
    <w:rsid w:val="000F40D0"/>
    <w:rsid w:val="000F5742"/>
    <w:rsid w:val="00100389"/>
    <w:rsid w:val="00101849"/>
    <w:rsid w:val="00101E63"/>
    <w:rsid w:val="0011484B"/>
    <w:rsid w:val="00123AA9"/>
    <w:rsid w:val="00124999"/>
    <w:rsid w:val="0012579C"/>
    <w:rsid w:val="00131528"/>
    <w:rsid w:val="00131DC7"/>
    <w:rsid w:val="00134246"/>
    <w:rsid w:val="0013675D"/>
    <w:rsid w:val="001422D9"/>
    <w:rsid w:val="00145E4C"/>
    <w:rsid w:val="001476DB"/>
    <w:rsid w:val="00150770"/>
    <w:rsid w:val="001523BD"/>
    <w:rsid w:val="00154BCC"/>
    <w:rsid w:val="0015587F"/>
    <w:rsid w:val="00155F0A"/>
    <w:rsid w:val="0015675C"/>
    <w:rsid w:val="00156CD2"/>
    <w:rsid w:val="00157D5A"/>
    <w:rsid w:val="00160130"/>
    <w:rsid w:val="00163D1E"/>
    <w:rsid w:val="00165C3F"/>
    <w:rsid w:val="00175066"/>
    <w:rsid w:val="001806EC"/>
    <w:rsid w:val="00183AC7"/>
    <w:rsid w:val="00192D88"/>
    <w:rsid w:val="00197EC8"/>
    <w:rsid w:val="001A3C85"/>
    <w:rsid w:val="001A7D04"/>
    <w:rsid w:val="001B0A30"/>
    <w:rsid w:val="001C17A0"/>
    <w:rsid w:val="001C5BCF"/>
    <w:rsid w:val="001D1123"/>
    <w:rsid w:val="001D354A"/>
    <w:rsid w:val="001D4CFB"/>
    <w:rsid w:val="001E18DF"/>
    <w:rsid w:val="001E1E91"/>
    <w:rsid w:val="001E224C"/>
    <w:rsid w:val="001E32D0"/>
    <w:rsid w:val="001E6D62"/>
    <w:rsid w:val="001E71C6"/>
    <w:rsid w:val="001F0D21"/>
    <w:rsid w:val="001F3500"/>
    <w:rsid w:val="001F3DEF"/>
    <w:rsid w:val="002008A2"/>
    <w:rsid w:val="00201FF2"/>
    <w:rsid w:val="00203A78"/>
    <w:rsid w:val="00204986"/>
    <w:rsid w:val="002052F0"/>
    <w:rsid w:val="00212932"/>
    <w:rsid w:val="00213235"/>
    <w:rsid w:val="0022334F"/>
    <w:rsid w:val="00223F7E"/>
    <w:rsid w:val="00225654"/>
    <w:rsid w:val="00233A8A"/>
    <w:rsid w:val="0023710A"/>
    <w:rsid w:val="00245201"/>
    <w:rsid w:val="00247BFD"/>
    <w:rsid w:val="00250C32"/>
    <w:rsid w:val="0025238F"/>
    <w:rsid w:val="00254915"/>
    <w:rsid w:val="00256A7C"/>
    <w:rsid w:val="00257834"/>
    <w:rsid w:val="0026046D"/>
    <w:rsid w:val="002612FF"/>
    <w:rsid w:val="00262D71"/>
    <w:rsid w:val="00267CC4"/>
    <w:rsid w:val="00270597"/>
    <w:rsid w:val="0027390D"/>
    <w:rsid w:val="00275894"/>
    <w:rsid w:val="002835BB"/>
    <w:rsid w:val="002918CD"/>
    <w:rsid w:val="00293449"/>
    <w:rsid w:val="002A1485"/>
    <w:rsid w:val="002A2DF1"/>
    <w:rsid w:val="002A2E38"/>
    <w:rsid w:val="002A6560"/>
    <w:rsid w:val="002B0484"/>
    <w:rsid w:val="002B7871"/>
    <w:rsid w:val="002C435C"/>
    <w:rsid w:val="002D144A"/>
    <w:rsid w:val="002D2F34"/>
    <w:rsid w:val="002F254F"/>
    <w:rsid w:val="002F3ECF"/>
    <w:rsid w:val="002F3FC1"/>
    <w:rsid w:val="002F72CF"/>
    <w:rsid w:val="002F7556"/>
    <w:rsid w:val="00301763"/>
    <w:rsid w:val="003031EE"/>
    <w:rsid w:val="00306FFF"/>
    <w:rsid w:val="00310569"/>
    <w:rsid w:val="00311BF2"/>
    <w:rsid w:val="00314C76"/>
    <w:rsid w:val="00324A3D"/>
    <w:rsid w:val="00330606"/>
    <w:rsid w:val="00333A31"/>
    <w:rsid w:val="00334A25"/>
    <w:rsid w:val="003412A4"/>
    <w:rsid w:val="00343349"/>
    <w:rsid w:val="0034719C"/>
    <w:rsid w:val="00350317"/>
    <w:rsid w:val="00350520"/>
    <w:rsid w:val="00350FA3"/>
    <w:rsid w:val="003514BA"/>
    <w:rsid w:val="00354059"/>
    <w:rsid w:val="003560A7"/>
    <w:rsid w:val="00360FB6"/>
    <w:rsid w:val="00365E77"/>
    <w:rsid w:val="003669D6"/>
    <w:rsid w:val="00371BD4"/>
    <w:rsid w:val="0037487E"/>
    <w:rsid w:val="00381D5F"/>
    <w:rsid w:val="00383F11"/>
    <w:rsid w:val="00386C03"/>
    <w:rsid w:val="00394018"/>
    <w:rsid w:val="00394DCB"/>
    <w:rsid w:val="00395233"/>
    <w:rsid w:val="003A0AA9"/>
    <w:rsid w:val="003A1B72"/>
    <w:rsid w:val="003A30C0"/>
    <w:rsid w:val="003B2A9C"/>
    <w:rsid w:val="003B4EF1"/>
    <w:rsid w:val="003C0AB6"/>
    <w:rsid w:val="003C2712"/>
    <w:rsid w:val="003C2719"/>
    <w:rsid w:val="003E5129"/>
    <w:rsid w:val="003E7A8C"/>
    <w:rsid w:val="003F2F48"/>
    <w:rsid w:val="003F4596"/>
    <w:rsid w:val="003F58B7"/>
    <w:rsid w:val="004005D9"/>
    <w:rsid w:val="00402A1C"/>
    <w:rsid w:val="0040334F"/>
    <w:rsid w:val="0041371D"/>
    <w:rsid w:val="00417C5D"/>
    <w:rsid w:val="004210E9"/>
    <w:rsid w:val="00421A50"/>
    <w:rsid w:val="00422A9A"/>
    <w:rsid w:val="00424E21"/>
    <w:rsid w:val="0042587D"/>
    <w:rsid w:val="004258F0"/>
    <w:rsid w:val="00427B77"/>
    <w:rsid w:val="00430C90"/>
    <w:rsid w:val="0043377D"/>
    <w:rsid w:val="00435A13"/>
    <w:rsid w:val="0044084D"/>
    <w:rsid w:val="00441DB0"/>
    <w:rsid w:val="00451CFB"/>
    <w:rsid w:val="00453486"/>
    <w:rsid w:val="00453E63"/>
    <w:rsid w:val="00456B05"/>
    <w:rsid w:val="00480BA5"/>
    <w:rsid w:val="00486272"/>
    <w:rsid w:val="00491A90"/>
    <w:rsid w:val="0049305C"/>
    <w:rsid w:val="0049551F"/>
    <w:rsid w:val="004A4C5F"/>
    <w:rsid w:val="004B2075"/>
    <w:rsid w:val="004B74EE"/>
    <w:rsid w:val="004C1391"/>
    <w:rsid w:val="004C3056"/>
    <w:rsid w:val="004C3C6F"/>
    <w:rsid w:val="004D42E5"/>
    <w:rsid w:val="004D4695"/>
    <w:rsid w:val="004D4C28"/>
    <w:rsid w:val="004D58BF"/>
    <w:rsid w:val="004E5080"/>
    <w:rsid w:val="004F4466"/>
    <w:rsid w:val="004F7F5B"/>
    <w:rsid w:val="00500205"/>
    <w:rsid w:val="005007CF"/>
    <w:rsid w:val="00501FDC"/>
    <w:rsid w:val="00503C56"/>
    <w:rsid w:val="00504C0F"/>
    <w:rsid w:val="00517A7A"/>
    <w:rsid w:val="00526193"/>
    <w:rsid w:val="00527752"/>
    <w:rsid w:val="0053009C"/>
    <w:rsid w:val="00530F52"/>
    <w:rsid w:val="00534AE3"/>
    <w:rsid w:val="00541005"/>
    <w:rsid w:val="00546204"/>
    <w:rsid w:val="005465A5"/>
    <w:rsid w:val="0054782B"/>
    <w:rsid w:val="0054784F"/>
    <w:rsid w:val="005478FF"/>
    <w:rsid w:val="00551E24"/>
    <w:rsid w:val="00557534"/>
    <w:rsid w:val="00560A92"/>
    <w:rsid w:val="00564569"/>
    <w:rsid w:val="00564954"/>
    <w:rsid w:val="00565C30"/>
    <w:rsid w:val="00575329"/>
    <w:rsid w:val="005811D9"/>
    <w:rsid w:val="00585AA0"/>
    <w:rsid w:val="00590F9E"/>
    <w:rsid w:val="005A518D"/>
    <w:rsid w:val="005B1EED"/>
    <w:rsid w:val="005B5CE1"/>
    <w:rsid w:val="005B7029"/>
    <w:rsid w:val="005C13D0"/>
    <w:rsid w:val="005C7403"/>
    <w:rsid w:val="005E3AED"/>
    <w:rsid w:val="005E45BB"/>
    <w:rsid w:val="005F1F83"/>
    <w:rsid w:val="005F25D1"/>
    <w:rsid w:val="005F459D"/>
    <w:rsid w:val="005F4C92"/>
    <w:rsid w:val="005F75B0"/>
    <w:rsid w:val="00602834"/>
    <w:rsid w:val="00612E8E"/>
    <w:rsid w:val="006227EC"/>
    <w:rsid w:val="00624030"/>
    <w:rsid w:val="00630C79"/>
    <w:rsid w:val="00632DEB"/>
    <w:rsid w:val="0064784B"/>
    <w:rsid w:val="00653DFC"/>
    <w:rsid w:val="00656352"/>
    <w:rsid w:val="00657A0E"/>
    <w:rsid w:val="00660132"/>
    <w:rsid w:val="00663B52"/>
    <w:rsid w:val="00672938"/>
    <w:rsid w:val="00676483"/>
    <w:rsid w:val="00677062"/>
    <w:rsid w:val="00680609"/>
    <w:rsid w:val="00680B7F"/>
    <w:rsid w:val="00682E7C"/>
    <w:rsid w:val="00682F3D"/>
    <w:rsid w:val="006839DA"/>
    <w:rsid w:val="006859C4"/>
    <w:rsid w:val="006941F5"/>
    <w:rsid w:val="006A01AC"/>
    <w:rsid w:val="006A2ECB"/>
    <w:rsid w:val="006A44A8"/>
    <w:rsid w:val="006A45C8"/>
    <w:rsid w:val="006A4D6B"/>
    <w:rsid w:val="006B1977"/>
    <w:rsid w:val="006B1E3B"/>
    <w:rsid w:val="006B20C9"/>
    <w:rsid w:val="006B47AC"/>
    <w:rsid w:val="006C23B2"/>
    <w:rsid w:val="006E16BD"/>
    <w:rsid w:val="006F0A3E"/>
    <w:rsid w:val="006F1FD3"/>
    <w:rsid w:val="006F3BB9"/>
    <w:rsid w:val="006F4D42"/>
    <w:rsid w:val="006F6E1E"/>
    <w:rsid w:val="006F72D7"/>
    <w:rsid w:val="007007A5"/>
    <w:rsid w:val="00702FDD"/>
    <w:rsid w:val="00705448"/>
    <w:rsid w:val="007056E1"/>
    <w:rsid w:val="00713327"/>
    <w:rsid w:val="00713DBC"/>
    <w:rsid w:val="0071731A"/>
    <w:rsid w:val="00717D0B"/>
    <w:rsid w:val="00721A63"/>
    <w:rsid w:val="007247B2"/>
    <w:rsid w:val="00733DBD"/>
    <w:rsid w:val="00734EE1"/>
    <w:rsid w:val="007416E4"/>
    <w:rsid w:val="007419B1"/>
    <w:rsid w:val="0074377D"/>
    <w:rsid w:val="00745F6D"/>
    <w:rsid w:val="00750A9C"/>
    <w:rsid w:val="0075309C"/>
    <w:rsid w:val="0075695A"/>
    <w:rsid w:val="00760DDE"/>
    <w:rsid w:val="00762C8B"/>
    <w:rsid w:val="00775ABC"/>
    <w:rsid w:val="00784840"/>
    <w:rsid w:val="00785538"/>
    <w:rsid w:val="0078617D"/>
    <w:rsid w:val="00796212"/>
    <w:rsid w:val="007A0B7E"/>
    <w:rsid w:val="007A1DE8"/>
    <w:rsid w:val="007A2E57"/>
    <w:rsid w:val="007A752B"/>
    <w:rsid w:val="007B34D7"/>
    <w:rsid w:val="007C1568"/>
    <w:rsid w:val="007C3398"/>
    <w:rsid w:val="007C52CA"/>
    <w:rsid w:val="007D03E9"/>
    <w:rsid w:val="007D1672"/>
    <w:rsid w:val="007D48A8"/>
    <w:rsid w:val="007D54FC"/>
    <w:rsid w:val="007F0381"/>
    <w:rsid w:val="007F372F"/>
    <w:rsid w:val="0080669D"/>
    <w:rsid w:val="00811321"/>
    <w:rsid w:val="00811F1A"/>
    <w:rsid w:val="00821DE1"/>
    <w:rsid w:val="008236BE"/>
    <w:rsid w:val="00825D18"/>
    <w:rsid w:val="008328B9"/>
    <w:rsid w:val="00833FD9"/>
    <w:rsid w:val="00835858"/>
    <w:rsid w:val="00837F6B"/>
    <w:rsid w:val="00845CA1"/>
    <w:rsid w:val="00852D01"/>
    <w:rsid w:val="00857226"/>
    <w:rsid w:val="0086469D"/>
    <w:rsid w:val="00870C52"/>
    <w:rsid w:val="008871E1"/>
    <w:rsid w:val="008919F2"/>
    <w:rsid w:val="00893CBA"/>
    <w:rsid w:val="00895A32"/>
    <w:rsid w:val="00896730"/>
    <w:rsid w:val="008A023D"/>
    <w:rsid w:val="008A4989"/>
    <w:rsid w:val="008A6504"/>
    <w:rsid w:val="008B041F"/>
    <w:rsid w:val="008B1A66"/>
    <w:rsid w:val="008B4491"/>
    <w:rsid w:val="008C029C"/>
    <w:rsid w:val="008C03FC"/>
    <w:rsid w:val="008C374E"/>
    <w:rsid w:val="008C4DCC"/>
    <w:rsid w:val="008D17C0"/>
    <w:rsid w:val="008D2E47"/>
    <w:rsid w:val="008D3810"/>
    <w:rsid w:val="008D4634"/>
    <w:rsid w:val="008E5D90"/>
    <w:rsid w:val="008E6AC4"/>
    <w:rsid w:val="008F0B50"/>
    <w:rsid w:val="008F27CE"/>
    <w:rsid w:val="00900A75"/>
    <w:rsid w:val="00900ACB"/>
    <w:rsid w:val="009079DE"/>
    <w:rsid w:val="0091786B"/>
    <w:rsid w:val="00921255"/>
    <w:rsid w:val="009242D3"/>
    <w:rsid w:val="00924388"/>
    <w:rsid w:val="00926239"/>
    <w:rsid w:val="0092715C"/>
    <w:rsid w:val="00927B01"/>
    <w:rsid w:val="0093116E"/>
    <w:rsid w:val="0093169B"/>
    <w:rsid w:val="00933920"/>
    <w:rsid w:val="009370A4"/>
    <w:rsid w:val="00941786"/>
    <w:rsid w:val="009421D1"/>
    <w:rsid w:val="00942971"/>
    <w:rsid w:val="00943834"/>
    <w:rsid w:val="00944244"/>
    <w:rsid w:val="00944E36"/>
    <w:rsid w:val="009463D5"/>
    <w:rsid w:val="00953A1E"/>
    <w:rsid w:val="0096089E"/>
    <w:rsid w:val="00974583"/>
    <w:rsid w:val="00974C2C"/>
    <w:rsid w:val="009812E8"/>
    <w:rsid w:val="00983C83"/>
    <w:rsid w:val="00987D10"/>
    <w:rsid w:val="00990DA1"/>
    <w:rsid w:val="009926F8"/>
    <w:rsid w:val="00994D2F"/>
    <w:rsid w:val="00996741"/>
    <w:rsid w:val="009B5C42"/>
    <w:rsid w:val="009B7732"/>
    <w:rsid w:val="009C0FA0"/>
    <w:rsid w:val="009C2831"/>
    <w:rsid w:val="009C5034"/>
    <w:rsid w:val="009D61D1"/>
    <w:rsid w:val="009D722C"/>
    <w:rsid w:val="009D7EEA"/>
    <w:rsid w:val="009E6C09"/>
    <w:rsid w:val="009E7F4A"/>
    <w:rsid w:val="009F113D"/>
    <w:rsid w:val="009F46CD"/>
    <w:rsid w:val="00A00624"/>
    <w:rsid w:val="00A10E66"/>
    <w:rsid w:val="00A1244E"/>
    <w:rsid w:val="00A13FDE"/>
    <w:rsid w:val="00A17FB0"/>
    <w:rsid w:val="00A205ED"/>
    <w:rsid w:val="00A2261A"/>
    <w:rsid w:val="00A24BB5"/>
    <w:rsid w:val="00A24CE2"/>
    <w:rsid w:val="00A26A43"/>
    <w:rsid w:val="00A26B96"/>
    <w:rsid w:val="00A358CB"/>
    <w:rsid w:val="00A36482"/>
    <w:rsid w:val="00A36E88"/>
    <w:rsid w:val="00A46965"/>
    <w:rsid w:val="00A502CA"/>
    <w:rsid w:val="00A55223"/>
    <w:rsid w:val="00A562BF"/>
    <w:rsid w:val="00A6223F"/>
    <w:rsid w:val="00A67277"/>
    <w:rsid w:val="00A751E6"/>
    <w:rsid w:val="00A759BB"/>
    <w:rsid w:val="00A804CF"/>
    <w:rsid w:val="00A80DFD"/>
    <w:rsid w:val="00A8256D"/>
    <w:rsid w:val="00A84773"/>
    <w:rsid w:val="00A86318"/>
    <w:rsid w:val="00A8664B"/>
    <w:rsid w:val="00A87B91"/>
    <w:rsid w:val="00A90E78"/>
    <w:rsid w:val="00A91159"/>
    <w:rsid w:val="00AB09A8"/>
    <w:rsid w:val="00AB48D3"/>
    <w:rsid w:val="00AC0B4A"/>
    <w:rsid w:val="00AC183F"/>
    <w:rsid w:val="00AC4559"/>
    <w:rsid w:val="00AC4752"/>
    <w:rsid w:val="00AC5788"/>
    <w:rsid w:val="00AD0010"/>
    <w:rsid w:val="00AD0D4A"/>
    <w:rsid w:val="00AD28E3"/>
    <w:rsid w:val="00AD2EA7"/>
    <w:rsid w:val="00AD3F39"/>
    <w:rsid w:val="00AE02A8"/>
    <w:rsid w:val="00AE0968"/>
    <w:rsid w:val="00AE243B"/>
    <w:rsid w:val="00AE485F"/>
    <w:rsid w:val="00AE59DA"/>
    <w:rsid w:val="00AF5C6B"/>
    <w:rsid w:val="00AF659A"/>
    <w:rsid w:val="00AF6828"/>
    <w:rsid w:val="00B037D9"/>
    <w:rsid w:val="00B04FDA"/>
    <w:rsid w:val="00B163F7"/>
    <w:rsid w:val="00B202BD"/>
    <w:rsid w:val="00B22CFA"/>
    <w:rsid w:val="00B24F6F"/>
    <w:rsid w:val="00B327F1"/>
    <w:rsid w:val="00B33F3A"/>
    <w:rsid w:val="00B35596"/>
    <w:rsid w:val="00B355BB"/>
    <w:rsid w:val="00B35C65"/>
    <w:rsid w:val="00B4049B"/>
    <w:rsid w:val="00B52B30"/>
    <w:rsid w:val="00B52CD2"/>
    <w:rsid w:val="00B52EE2"/>
    <w:rsid w:val="00B53CB7"/>
    <w:rsid w:val="00B568D1"/>
    <w:rsid w:val="00B569BC"/>
    <w:rsid w:val="00B63BEF"/>
    <w:rsid w:val="00B67132"/>
    <w:rsid w:val="00B70F5B"/>
    <w:rsid w:val="00B73543"/>
    <w:rsid w:val="00B7507E"/>
    <w:rsid w:val="00B77659"/>
    <w:rsid w:val="00B81534"/>
    <w:rsid w:val="00B96EA6"/>
    <w:rsid w:val="00BA0142"/>
    <w:rsid w:val="00BA0672"/>
    <w:rsid w:val="00BA62E7"/>
    <w:rsid w:val="00BA7ED8"/>
    <w:rsid w:val="00BB0BCF"/>
    <w:rsid w:val="00BB57A1"/>
    <w:rsid w:val="00BB7C66"/>
    <w:rsid w:val="00BC1A62"/>
    <w:rsid w:val="00BC2D0A"/>
    <w:rsid w:val="00BC4429"/>
    <w:rsid w:val="00BD078E"/>
    <w:rsid w:val="00BD292E"/>
    <w:rsid w:val="00BD396D"/>
    <w:rsid w:val="00BD3CCF"/>
    <w:rsid w:val="00BE0CC9"/>
    <w:rsid w:val="00BF2E8C"/>
    <w:rsid w:val="00BF4D7C"/>
    <w:rsid w:val="00BF4E48"/>
    <w:rsid w:val="00BF6DF2"/>
    <w:rsid w:val="00C1208D"/>
    <w:rsid w:val="00C14DCC"/>
    <w:rsid w:val="00C20E30"/>
    <w:rsid w:val="00C2210B"/>
    <w:rsid w:val="00C23328"/>
    <w:rsid w:val="00C24F66"/>
    <w:rsid w:val="00C27B07"/>
    <w:rsid w:val="00C30C92"/>
    <w:rsid w:val="00C31FF7"/>
    <w:rsid w:val="00C353F2"/>
    <w:rsid w:val="00C35E88"/>
    <w:rsid w:val="00C36233"/>
    <w:rsid w:val="00C36608"/>
    <w:rsid w:val="00C40ED7"/>
    <w:rsid w:val="00C41FC5"/>
    <w:rsid w:val="00C4228A"/>
    <w:rsid w:val="00C42E1B"/>
    <w:rsid w:val="00C4375D"/>
    <w:rsid w:val="00C45B7C"/>
    <w:rsid w:val="00C46AD1"/>
    <w:rsid w:val="00C46E6D"/>
    <w:rsid w:val="00C47B91"/>
    <w:rsid w:val="00C54367"/>
    <w:rsid w:val="00C56849"/>
    <w:rsid w:val="00C57C1D"/>
    <w:rsid w:val="00C60FFF"/>
    <w:rsid w:val="00C62D30"/>
    <w:rsid w:val="00C63C1F"/>
    <w:rsid w:val="00C70DC2"/>
    <w:rsid w:val="00C72221"/>
    <w:rsid w:val="00C7580F"/>
    <w:rsid w:val="00C83346"/>
    <w:rsid w:val="00C91041"/>
    <w:rsid w:val="00C91878"/>
    <w:rsid w:val="00C91C90"/>
    <w:rsid w:val="00C94F09"/>
    <w:rsid w:val="00C971A3"/>
    <w:rsid w:val="00CA583B"/>
    <w:rsid w:val="00CA5F0B"/>
    <w:rsid w:val="00CB5F56"/>
    <w:rsid w:val="00CC22F5"/>
    <w:rsid w:val="00CC310B"/>
    <w:rsid w:val="00CD03D0"/>
    <w:rsid w:val="00CD3F70"/>
    <w:rsid w:val="00CD5817"/>
    <w:rsid w:val="00CD744B"/>
    <w:rsid w:val="00CE0C9D"/>
    <w:rsid w:val="00CE1C1A"/>
    <w:rsid w:val="00CE2D96"/>
    <w:rsid w:val="00CE49B4"/>
    <w:rsid w:val="00CF089E"/>
    <w:rsid w:val="00CF2B77"/>
    <w:rsid w:val="00CF4303"/>
    <w:rsid w:val="00D00B53"/>
    <w:rsid w:val="00D013C1"/>
    <w:rsid w:val="00D04ABD"/>
    <w:rsid w:val="00D055E7"/>
    <w:rsid w:val="00D07CF4"/>
    <w:rsid w:val="00D239E9"/>
    <w:rsid w:val="00D23B61"/>
    <w:rsid w:val="00D27F08"/>
    <w:rsid w:val="00D370D8"/>
    <w:rsid w:val="00D40650"/>
    <w:rsid w:val="00D45797"/>
    <w:rsid w:val="00D52D95"/>
    <w:rsid w:val="00D607CD"/>
    <w:rsid w:val="00D66A73"/>
    <w:rsid w:val="00D66BBA"/>
    <w:rsid w:val="00D6787F"/>
    <w:rsid w:val="00D71E4F"/>
    <w:rsid w:val="00D81A80"/>
    <w:rsid w:val="00D86368"/>
    <w:rsid w:val="00D90347"/>
    <w:rsid w:val="00D970E9"/>
    <w:rsid w:val="00DA1048"/>
    <w:rsid w:val="00DA2258"/>
    <w:rsid w:val="00DA351A"/>
    <w:rsid w:val="00DC0851"/>
    <w:rsid w:val="00DD2F29"/>
    <w:rsid w:val="00DE1DF4"/>
    <w:rsid w:val="00DE36B6"/>
    <w:rsid w:val="00DE7A6E"/>
    <w:rsid w:val="00DF3E6A"/>
    <w:rsid w:val="00DF44DF"/>
    <w:rsid w:val="00DF5C8E"/>
    <w:rsid w:val="00DF7E2D"/>
    <w:rsid w:val="00E00AB4"/>
    <w:rsid w:val="00E014C5"/>
    <w:rsid w:val="00E023F6"/>
    <w:rsid w:val="00E03DBB"/>
    <w:rsid w:val="00E04B8F"/>
    <w:rsid w:val="00E05220"/>
    <w:rsid w:val="00E109B8"/>
    <w:rsid w:val="00E139F3"/>
    <w:rsid w:val="00E16A87"/>
    <w:rsid w:val="00E45DDE"/>
    <w:rsid w:val="00E47B5E"/>
    <w:rsid w:val="00E50F29"/>
    <w:rsid w:val="00E51DD7"/>
    <w:rsid w:val="00E62719"/>
    <w:rsid w:val="00E71B84"/>
    <w:rsid w:val="00E72B7E"/>
    <w:rsid w:val="00E811E1"/>
    <w:rsid w:val="00E843E6"/>
    <w:rsid w:val="00E85AC8"/>
    <w:rsid w:val="00E866FC"/>
    <w:rsid w:val="00E93D6B"/>
    <w:rsid w:val="00E96A15"/>
    <w:rsid w:val="00EA0407"/>
    <w:rsid w:val="00EA49E1"/>
    <w:rsid w:val="00EB029C"/>
    <w:rsid w:val="00EB3370"/>
    <w:rsid w:val="00EC3127"/>
    <w:rsid w:val="00EC4FB0"/>
    <w:rsid w:val="00EC741E"/>
    <w:rsid w:val="00ED1043"/>
    <w:rsid w:val="00EE36C1"/>
    <w:rsid w:val="00EF6A1D"/>
    <w:rsid w:val="00EF7AD9"/>
    <w:rsid w:val="00F02FEB"/>
    <w:rsid w:val="00F05B5A"/>
    <w:rsid w:val="00F05DAB"/>
    <w:rsid w:val="00F10CF3"/>
    <w:rsid w:val="00F11CD5"/>
    <w:rsid w:val="00F21096"/>
    <w:rsid w:val="00F21F63"/>
    <w:rsid w:val="00F23AC2"/>
    <w:rsid w:val="00F278EF"/>
    <w:rsid w:val="00F31C3D"/>
    <w:rsid w:val="00F42656"/>
    <w:rsid w:val="00F46DC1"/>
    <w:rsid w:val="00F52E5E"/>
    <w:rsid w:val="00F5675C"/>
    <w:rsid w:val="00F64D43"/>
    <w:rsid w:val="00F6781C"/>
    <w:rsid w:val="00F70918"/>
    <w:rsid w:val="00F7217C"/>
    <w:rsid w:val="00F72CCA"/>
    <w:rsid w:val="00F748B3"/>
    <w:rsid w:val="00F817E6"/>
    <w:rsid w:val="00F86BB8"/>
    <w:rsid w:val="00F905AA"/>
    <w:rsid w:val="00F93BA3"/>
    <w:rsid w:val="00F9645B"/>
    <w:rsid w:val="00F9773D"/>
    <w:rsid w:val="00F97811"/>
    <w:rsid w:val="00FA1843"/>
    <w:rsid w:val="00FA1F9F"/>
    <w:rsid w:val="00FB18B0"/>
    <w:rsid w:val="00FB1BAA"/>
    <w:rsid w:val="00FB6238"/>
    <w:rsid w:val="00FC0BDC"/>
    <w:rsid w:val="00FC1539"/>
    <w:rsid w:val="00FC18EE"/>
    <w:rsid w:val="00FC682E"/>
    <w:rsid w:val="00FC7543"/>
    <w:rsid w:val="00FD0E36"/>
    <w:rsid w:val="00FD1033"/>
    <w:rsid w:val="00FF127C"/>
    <w:rsid w:val="00FF2527"/>
    <w:rsid w:val="00FF444D"/>
    <w:rsid w:val="031FB187"/>
    <w:rsid w:val="075BA561"/>
    <w:rsid w:val="0E1E4DBB"/>
    <w:rsid w:val="1734F68B"/>
    <w:rsid w:val="1F9431E6"/>
    <w:rsid w:val="20770AD7"/>
    <w:rsid w:val="290B2A1D"/>
    <w:rsid w:val="46AA4513"/>
    <w:rsid w:val="4B633543"/>
    <w:rsid w:val="4BCBA82C"/>
    <w:rsid w:val="4C70C28B"/>
    <w:rsid w:val="50FC3CF5"/>
    <w:rsid w:val="5C9E7312"/>
    <w:rsid w:val="61B7F938"/>
    <w:rsid w:val="62001BA9"/>
    <w:rsid w:val="6C5F9A4C"/>
    <w:rsid w:val="6CEEE088"/>
    <w:rsid w:val="747E3345"/>
    <w:rsid w:val="7EB4E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11576F37"/>
  <w15:docId w15:val="{A5F64DC1-3C6D-4C7D-8E3C-F4F07BCF5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0" w:semiHidden="1" w:unhideWhenUsed="1"/>
    <w:lsdException w:name="heading 5" w:uiPriority="0" w:semiHidden="1" w:unhideWhenUsed="1"/>
    <w:lsdException w:name="heading 6" w:uiPriority="0" w:semiHidden="1" w:unhideWhenUsed="1"/>
    <w:lsdException w:name="heading 7" w:uiPriority="0" w:semiHidden="1" w:unhideWhenUsed="1"/>
    <w:lsdException w:name="heading 8" w:uiPriority="0" w:semiHidden="1" w:unhideWhenUsed="1"/>
    <w:lsdException w:name="heading 9" w:uiPriority="0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5C42"/>
    <w:pPr>
      <w:keepNext/>
      <w:keepLines/>
      <w:spacing w:before="240"/>
      <w:outlineLvl w:val="0"/>
    </w:pPr>
    <w:rPr>
      <w:rFonts w:cs="Mangal" w:asciiTheme="majorHAnsi" w:hAnsiTheme="majorHAnsi" w:eastAsiaTheme="majorEastAsia"/>
      <w:color w:val="365F91" w:themeColor="accent1" w:themeShade="BF"/>
      <w:sz w:val="32"/>
      <w:szCs w:val="29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hAnsi="Arial" w:eastAsia="Times New Roman" w:cs="Arial"/>
      <w:color w:val="000000"/>
      <w:kern w:val="0"/>
      <w:sz w:val="22"/>
      <w:szCs w:val="22"/>
      <w:u w:color="000000"/>
      <w:lang w:eastAsia="et-EE" w:bidi="ar-SA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NumberingSymbols" w:customStyle="1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styleId="Heading" w:customStyle="1">
    <w:name w:val="Heading"/>
    <w:basedOn w:val="Normal"/>
    <w:next w:val="Normal"/>
    <w:rsid w:val="00D40650"/>
    <w:pPr>
      <w:keepNext/>
      <w:spacing w:before="240" w:after="120"/>
    </w:pPr>
    <w:rPr>
      <w:rFonts w:ascii="Arial" w:hAnsi="Arial" w:eastAsia="Microsoft YaHei"/>
      <w:sz w:val="28"/>
      <w:szCs w:val="28"/>
    </w:rPr>
  </w:style>
  <w:style w:type="paragraph" w:styleId="Jalus1" w:customStyle="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styleId="Index" w:customStyle="1">
    <w:name w:val="Index"/>
    <w:basedOn w:val="Normal"/>
    <w:rsid w:val="00D40650"/>
    <w:pPr>
      <w:suppressLineNumbers/>
    </w:pPr>
  </w:style>
  <w:style w:type="character" w:styleId="HeaderChar" w:customStyle="1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styleId="FooterChar" w:customStyle="1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TableContents" w:customStyle="1">
    <w:name w:val="Table Contents"/>
    <w:basedOn w:val="Normal"/>
    <w:rsid w:val="00D40650"/>
    <w:pPr>
      <w:suppressLineNumbers/>
    </w:pPr>
  </w:style>
  <w:style w:type="paragraph" w:styleId="TableHeading" w:customStyle="1">
    <w:name w:val="Table Heading"/>
    <w:basedOn w:val="TableContents"/>
    <w:rsid w:val="00D40650"/>
    <w:pPr>
      <w:jc w:val="center"/>
    </w:pPr>
    <w:rPr>
      <w:b/>
      <w:bCs/>
    </w:rPr>
  </w:style>
  <w:style w:type="character" w:styleId="Heading4Char" w:customStyle="1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styleId="Heading5Char" w:customStyle="1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styleId="Heading6Char" w:customStyle="1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styleId="Heading7Char" w:customStyle="1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styleId="Heading8Char" w:customStyle="1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styleId="Heading9Char" w:customStyle="1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AK" w:customStyle="1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styleId="Adressaat" w:customStyle="1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styleId="Pealkiri1" w:customStyle="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styleId="Snum" w:customStyle="1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6A01AC"/>
    <w:rPr>
      <w:rFonts w:ascii="Tahoma" w:hAnsi="Tahoma" w:eastAsia="SimSun" w:cs="Mangal"/>
      <w:kern w:val="1"/>
      <w:sz w:val="16"/>
      <w:szCs w:val="14"/>
      <w:lang w:eastAsia="zh-CN" w:bidi="hi-IN"/>
    </w:rPr>
  </w:style>
  <w:style w:type="paragraph" w:styleId="BodyText">
    <w:name w:val="Body Text"/>
    <w:basedOn w:val="Normal"/>
    <w:link w:val="BodyTextChar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styleId="BodyTextChar" w:customStyle="1">
    <w:name w:val="Body Text Char"/>
    <w:basedOn w:val="DefaultParagraphFont"/>
    <w:link w:val="BodyText"/>
    <w:rsid w:val="00453486"/>
    <w:rPr>
      <w:sz w:val="24"/>
      <w:szCs w:val="24"/>
      <w:lang w:eastAsia="en-US"/>
    </w:rPr>
  </w:style>
  <w:style w:type="character" w:styleId="xbe" w:customStyle="1">
    <w:name w:val="_xbe"/>
    <w:basedOn w:val="DefaultParagraphFont"/>
    <w:rsid w:val="00C57C1D"/>
  </w:style>
  <w:style w:type="paragraph" w:styleId="NormalWeb">
    <w:name w:val="Normal (Web)"/>
    <w:basedOn w:val="Normal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Strong">
    <w:name w:val="Strong"/>
    <w:basedOn w:val="DefaultParagraphFont"/>
    <w:uiPriority w:val="22"/>
    <w:qFormat/>
    <w:rsid w:val="00C57C1D"/>
    <w:rPr>
      <w:b/>
      <w:bCs/>
    </w:rPr>
  </w:style>
  <w:style w:type="paragraph" w:styleId="mail" w:customStyle="1">
    <w:name w:val="mail"/>
    <w:basedOn w:val="Normal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styleId="tutorial" w:customStyle="1">
    <w:name w:val="tutorial"/>
    <w:basedOn w:val="DefaultParagraphFont"/>
    <w:rsid w:val="004C3056"/>
  </w:style>
  <w:style w:type="character" w:styleId="ng-binding" w:customStyle="1">
    <w:name w:val="ng-binding"/>
    <w:basedOn w:val="DefaultParagraphFont"/>
    <w:rsid w:val="002A2DF1"/>
  </w:style>
  <w:style w:type="paragraph" w:styleId="NoSpacing">
    <w:name w:val="No Spacing"/>
    <w:uiPriority w:val="1"/>
    <w:qFormat/>
    <w:rsid w:val="00C353F2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styleId="Lahendamatamainimine1" w:customStyle="1">
    <w:name w:val="Lahendamata mainimine1"/>
    <w:basedOn w:val="DefaultParagraphFont"/>
    <w:uiPriority w:val="99"/>
    <w:semiHidden/>
    <w:unhideWhenUsed/>
    <w:rsid w:val="00E014C5"/>
    <w:rPr>
      <w:color w:val="605E5C"/>
      <w:shd w:val="clear" w:color="auto" w:fill="E1DFDD"/>
    </w:rPr>
  </w:style>
  <w:style w:type="paragraph" w:styleId="Default" w:customStyle="1">
    <w:name w:val="Default"/>
    <w:rsid w:val="00F23A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Lahendamatamainimine2" w:customStyle="1">
    <w:name w:val="Lahendamata mainimine2"/>
    <w:basedOn w:val="DefaultParagraphFont"/>
    <w:uiPriority w:val="99"/>
    <w:semiHidden/>
    <w:unhideWhenUsed/>
    <w:rsid w:val="00427B77"/>
    <w:rPr>
      <w:color w:val="605E5C"/>
      <w:shd w:val="clear" w:color="auto" w:fill="E1DFDD"/>
    </w:rPr>
  </w:style>
  <w:style w:type="character" w:styleId="Heading1Char" w:customStyle="1">
    <w:name w:val="Heading 1 Char"/>
    <w:basedOn w:val="DefaultParagraphFont"/>
    <w:link w:val="Heading1"/>
    <w:uiPriority w:val="9"/>
    <w:rsid w:val="009B5C42"/>
    <w:rPr>
      <w:rFonts w:cs="Mangal" w:asciiTheme="majorHAnsi" w:hAnsiTheme="majorHAnsi" w:eastAsiaTheme="majorEastAsia"/>
      <w:color w:val="365F91" w:themeColor="accent1" w:themeShade="BF"/>
      <w:kern w:val="1"/>
      <w:sz w:val="32"/>
      <w:szCs w:val="29"/>
      <w:lang w:eastAsia="zh-CN" w:bidi="hi-IN"/>
    </w:rPr>
  </w:style>
  <w:style w:type="character" w:styleId="Lahendamatamainimine3" w:customStyle="1">
    <w:name w:val="Lahendamata mainimine3"/>
    <w:basedOn w:val="DefaultParagraphFont"/>
    <w:uiPriority w:val="99"/>
    <w:semiHidden/>
    <w:unhideWhenUsed/>
    <w:rsid w:val="00676483"/>
    <w:rPr>
      <w:color w:val="605E5C"/>
      <w:shd w:val="clear" w:color="auto" w:fill="E1DFDD"/>
    </w:rPr>
  </w:style>
  <w:style w:type="character" w:styleId="Lahendamatamainimine4" w:customStyle="1">
    <w:name w:val="Lahendamata mainimine4"/>
    <w:basedOn w:val="DefaultParagraphFont"/>
    <w:uiPriority w:val="99"/>
    <w:semiHidden/>
    <w:unhideWhenUsed/>
    <w:rsid w:val="00B04FDA"/>
    <w:rPr>
      <w:color w:val="605E5C"/>
      <w:shd w:val="clear" w:color="auto" w:fill="E1DFDD"/>
    </w:rPr>
  </w:style>
  <w:style w:type="character" w:styleId="Lahendamatamainimine5" w:customStyle="1">
    <w:name w:val="Lahendamata mainimine5"/>
    <w:basedOn w:val="DefaultParagraphFont"/>
    <w:uiPriority w:val="99"/>
    <w:semiHidden/>
    <w:unhideWhenUsed/>
    <w:rsid w:val="000F40D0"/>
    <w:rPr>
      <w:color w:val="605E5C"/>
      <w:shd w:val="clear" w:color="auto" w:fill="E1DFDD"/>
    </w:rPr>
  </w:style>
  <w:style w:type="character" w:styleId="Lahendamatamainimine6" w:customStyle="1">
    <w:name w:val="Lahendamata mainimine6"/>
    <w:basedOn w:val="DefaultParagraphFont"/>
    <w:uiPriority w:val="99"/>
    <w:semiHidden/>
    <w:unhideWhenUsed/>
    <w:rsid w:val="008C4DCC"/>
    <w:rPr>
      <w:color w:val="605E5C"/>
      <w:shd w:val="clear" w:color="auto" w:fill="E1DFDD"/>
    </w:rPr>
  </w:style>
  <w:style w:type="character" w:styleId="Lahendamatamainimine7" w:customStyle="1">
    <w:name w:val="Lahendamata mainimine7"/>
    <w:basedOn w:val="DefaultParagraphFont"/>
    <w:uiPriority w:val="99"/>
    <w:semiHidden/>
    <w:unhideWhenUsed/>
    <w:rsid w:val="00B77659"/>
    <w:rPr>
      <w:color w:val="605E5C"/>
      <w:shd w:val="clear" w:color="auto" w:fill="E1DFDD"/>
    </w:rPr>
  </w:style>
  <w:style w:type="character" w:styleId="fontstyle01" w:customStyle="1">
    <w:name w:val="fontstyle01"/>
    <w:basedOn w:val="DefaultParagraphFont"/>
    <w:rsid w:val="00453E63"/>
    <w:rPr>
      <w:rFonts w:hint="default" w:ascii="TimesNewRomanPSMT" w:hAnsi="TimesNewRomanPSMT"/>
      <w:b w:val="0"/>
      <w:bCs w:val="0"/>
      <w:i w:val="0"/>
      <w:iCs w:val="0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E36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98177">
          <w:marLeft w:val="-150"/>
          <w:marRight w:val="-15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4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2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hyperlink" Target="mailto:mari-ann.sinimaa@fin.ee" TargetMode="Externa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mailto:jaanus@tehver.ee" TargetMode="External" Id="Ref3c7548a83e4290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A40A5074D45243B023FE8CA253DA38" ma:contentTypeVersion="9" ma:contentTypeDescription="Loo uus dokument" ma:contentTypeScope="" ma:versionID="cb141811ad1fc8ab67b618438d2e42f4">
  <xsd:schema xmlns:xsd="http://www.w3.org/2001/XMLSchema" xmlns:xs="http://www.w3.org/2001/XMLSchema" xmlns:p="http://schemas.microsoft.com/office/2006/metadata/properties" xmlns:ns2="6125d6de-2298-4fe5-8cbc-f91a47a9ecff" targetNamespace="http://schemas.microsoft.com/office/2006/metadata/properties" ma:root="true" ma:fieldsID="463b2e66503edcaf3bbea2209253bbaa" ns2:_="">
    <xsd:import namespace="6125d6de-2298-4fe5-8cbc-f91a47a9ec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25d6de-2298-4fe5-8cbc-f91a47a9ec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FBA334-FD3A-4C50-BC25-A61439246D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10DE47-E104-4317-BDE7-62613895C99B}">
  <ds:schemaRefs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6125d6de-2298-4fe5-8cbc-f91a47a9ecff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6A38B81-AA1A-4C64-A9C3-3C6887242D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03A1BB-360B-4E2C-BFA5-E93172CB38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25d6de-2298-4fe5-8cbc-f91a47a9ec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kirjaplank.dotx</ap:Template>
  <ap:Application>Microsoft Word for the web</ap:Application>
  <ap:DocSecurity>4</ap:DocSecurity>
  <ap:ScaleCrop>false</ap:ScaleCrop>
  <ap:Company>Riigikantselei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Ulvi.Reimets@fin.ee</dc:creator>
  <keywords/>
  <lastModifiedBy>Ulvi Reimets - RAM</lastModifiedBy>
  <revision>7</revision>
  <lastPrinted>2021-03-22T08:24:00.0000000Z</lastPrinted>
  <dcterms:created xsi:type="dcterms:W3CDTF">2025-04-24T10:46:00.0000000Z</dcterms:created>
  <dcterms:modified xsi:type="dcterms:W3CDTF">2025-04-25T05:21:48.8308267Z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2025-03-18T13:27:48Z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e10368ef-fe8d-4226-ad44-8d1ad2ffbd90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0x0101005CA40A5074D45243B023FE8CA253DA38</vt:lpwstr>
  </property>
</Properties>
</file>